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E2B67" w14:textId="04229AE6" w:rsidR="00241198" w:rsidRPr="00675DD8" w:rsidRDefault="008C0D1E" w:rsidP="008C0D1E">
      <w:pPr>
        <w:tabs>
          <w:tab w:val="right" w:pos="9072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Nr sprawy </w:t>
      </w:r>
      <w:r w:rsidR="00D44697">
        <w:rPr>
          <w:rFonts w:ascii="Times New Roman" w:hAnsi="Times New Roman" w:cs="Times New Roman"/>
          <w:b/>
        </w:rPr>
        <w:t>16</w:t>
      </w:r>
      <w:r>
        <w:rPr>
          <w:rFonts w:ascii="Times New Roman" w:hAnsi="Times New Roman" w:cs="Times New Roman"/>
          <w:b/>
        </w:rPr>
        <w:t>/P/202</w:t>
      </w:r>
      <w:r w:rsidR="00BF2DCC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ab/>
      </w:r>
      <w:r w:rsidR="00241198" w:rsidRPr="00675DD8">
        <w:rPr>
          <w:rFonts w:ascii="Times New Roman" w:hAnsi="Times New Roman" w:cs="Times New Roman"/>
          <w:b/>
        </w:rPr>
        <w:t>Załącznik nr 7 do SWZ</w:t>
      </w:r>
    </w:p>
    <w:p w14:paraId="14672DB5" w14:textId="77777777" w:rsidR="001B7367" w:rsidRPr="00675DD8" w:rsidRDefault="001B7367" w:rsidP="009B4E51">
      <w:pPr>
        <w:spacing w:before="480" w:after="0" w:line="257" w:lineRule="auto"/>
        <w:ind w:left="538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55140E9" w14:textId="358CED1F" w:rsidR="001B7367" w:rsidRPr="00675DD8" w:rsidRDefault="001B7367" w:rsidP="009B4E51">
      <w:pPr>
        <w:spacing w:after="0" w:line="240" w:lineRule="auto"/>
        <w:ind w:left="5387"/>
        <w:jc w:val="right"/>
        <w:rPr>
          <w:rFonts w:ascii="Times New Roman" w:hAnsi="Times New Roman" w:cs="Times New Roman"/>
          <w:sz w:val="20"/>
          <w:szCs w:val="20"/>
        </w:rPr>
      </w:pPr>
      <w:r w:rsidRPr="00F70DF0">
        <w:rPr>
          <w:rFonts w:ascii="Times New Roman" w:hAnsi="Times New Roman" w:cs="Times New Roman"/>
          <w:b/>
          <w:sz w:val="20"/>
          <w:szCs w:val="20"/>
        </w:rPr>
        <w:t>Narodowe Centrum Badań Jądrowych Ośrodek Radioizotopów POLATOM</w:t>
      </w:r>
      <w:r w:rsidRPr="00F70DF0">
        <w:rPr>
          <w:rFonts w:ascii="Times New Roman" w:hAnsi="Times New Roman" w:cs="Times New Roman"/>
          <w:b/>
          <w:sz w:val="20"/>
          <w:szCs w:val="20"/>
        </w:rPr>
        <w:br/>
      </w:r>
      <w:r w:rsidRPr="00675DD8">
        <w:rPr>
          <w:rFonts w:ascii="Times New Roman" w:hAnsi="Times New Roman" w:cs="Times New Roman"/>
          <w:sz w:val="20"/>
          <w:szCs w:val="20"/>
        </w:rPr>
        <w:t xml:space="preserve">ul. Andrzeja </w:t>
      </w:r>
      <w:proofErr w:type="spellStart"/>
      <w:r w:rsidRPr="00675DD8">
        <w:rPr>
          <w:rFonts w:ascii="Times New Roman" w:hAnsi="Times New Roman" w:cs="Times New Roman"/>
          <w:sz w:val="20"/>
          <w:szCs w:val="20"/>
        </w:rPr>
        <w:t>Sołtana</w:t>
      </w:r>
      <w:proofErr w:type="spellEnd"/>
      <w:r w:rsidRPr="00675DD8">
        <w:rPr>
          <w:rFonts w:ascii="Times New Roman" w:hAnsi="Times New Roman" w:cs="Times New Roman"/>
          <w:sz w:val="20"/>
          <w:szCs w:val="20"/>
        </w:rPr>
        <w:t xml:space="preserve"> 7</w:t>
      </w:r>
      <w:r w:rsidR="009B4E51">
        <w:rPr>
          <w:rFonts w:ascii="Times New Roman" w:hAnsi="Times New Roman" w:cs="Times New Roman"/>
          <w:sz w:val="20"/>
          <w:szCs w:val="20"/>
        </w:rPr>
        <w:t xml:space="preserve">, </w:t>
      </w:r>
      <w:r w:rsidRPr="00675DD8">
        <w:rPr>
          <w:rFonts w:ascii="Times New Roman" w:hAnsi="Times New Roman" w:cs="Times New Roman"/>
          <w:sz w:val="20"/>
          <w:szCs w:val="20"/>
        </w:rPr>
        <w:t>05-400 Otwock</w:t>
      </w:r>
    </w:p>
    <w:p w14:paraId="2934016A" w14:textId="77777777" w:rsidR="001B7367" w:rsidRPr="00675DD8" w:rsidRDefault="001B7367" w:rsidP="009B4E51">
      <w:pPr>
        <w:ind w:left="5954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4B270005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75DD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238A8B8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2AD59B5" w14:textId="77777777" w:rsidR="001B7367" w:rsidRPr="00675DD8" w:rsidRDefault="001B7367" w:rsidP="001B736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</w:p>
    <w:p w14:paraId="0F575DCF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5B674A4" w14:textId="77777777" w:rsidR="001B7367" w:rsidRPr="00675DD8" w:rsidRDefault="001B7367" w:rsidP="001B736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3A57205" w14:textId="77777777" w:rsidR="001B7367" w:rsidRPr="00675DD8" w:rsidRDefault="001B7367" w:rsidP="001B736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D141DBB" w14:textId="77777777" w:rsidR="001B7367" w:rsidRPr="00675DD8" w:rsidRDefault="001B7367" w:rsidP="001B7367">
      <w:pPr>
        <w:rPr>
          <w:rFonts w:ascii="Times New Roman" w:hAnsi="Times New Roman" w:cs="Times New Roman"/>
        </w:rPr>
      </w:pPr>
    </w:p>
    <w:p w14:paraId="67C568B2" w14:textId="77777777" w:rsidR="001B7367" w:rsidRPr="00675DD8" w:rsidRDefault="001B7367" w:rsidP="001B736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4E65BC" w14:textId="77777777" w:rsidR="001B7367" w:rsidRPr="00675DD8" w:rsidRDefault="001B7367" w:rsidP="001B736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29A19472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675DD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675DD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C8A744" w14:textId="77777777" w:rsidR="001B7367" w:rsidRPr="00675DD8" w:rsidRDefault="001B7367" w:rsidP="001B736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 w:rsidRPr="00675DD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35BE60AC" w14:textId="2F501C28" w:rsidR="00020FEE" w:rsidRPr="00D44697" w:rsidRDefault="001B7367" w:rsidP="00D44697">
      <w:pPr>
        <w:rPr>
          <w:rFonts w:ascii="Times New Roman" w:hAnsi="Times New Roman" w:cs="Times New Roman"/>
          <w:b/>
        </w:rPr>
      </w:pPr>
      <w:r w:rsidRPr="009B4E5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9B4E51">
        <w:rPr>
          <w:rFonts w:ascii="Times New Roman" w:hAnsi="Times New Roman" w:cs="Times New Roman"/>
          <w:sz w:val="24"/>
          <w:szCs w:val="24"/>
        </w:rPr>
        <w:br/>
        <w:t>pn.</w:t>
      </w:r>
      <w:r w:rsidR="009B4E51">
        <w:rPr>
          <w:rFonts w:ascii="Times New Roman" w:hAnsi="Times New Roman" w:cs="Times New Roman"/>
          <w:sz w:val="24"/>
          <w:szCs w:val="24"/>
        </w:rPr>
        <w:t>:</w:t>
      </w:r>
      <w:r w:rsidRPr="009B4E51">
        <w:rPr>
          <w:rFonts w:ascii="Times New Roman" w:hAnsi="Times New Roman" w:cs="Times New Roman"/>
          <w:sz w:val="24"/>
          <w:szCs w:val="24"/>
        </w:rPr>
        <w:t xml:space="preserve"> </w:t>
      </w:r>
      <w:r w:rsidR="00D44697" w:rsidRPr="00D44697">
        <w:rPr>
          <w:rFonts w:ascii="Times New Roman" w:hAnsi="Times New Roman" w:cs="Times New Roman"/>
          <w:b/>
        </w:rPr>
        <w:t>Dostawa komory osłonnej do pracy z radionuklidami”</w:t>
      </w:r>
    </w:p>
    <w:p w14:paraId="2FCEA097" w14:textId="77777777" w:rsidR="00020FEE" w:rsidRPr="00020FEE" w:rsidRDefault="001B7367" w:rsidP="009B4E5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020FEE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020FEE">
        <w:rPr>
          <w:rFonts w:ascii="Times New Roman" w:hAnsi="Times New Roman" w:cs="Times New Roman"/>
          <w:sz w:val="16"/>
          <w:szCs w:val="16"/>
        </w:rPr>
        <w:t>,</w:t>
      </w:r>
    </w:p>
    <w:p w14:paraId="40F1678A" w14:textId="636B8B5F" w:rsidR="009B4E51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B4E51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75DD8" w:rsidRPr="009B4E51">
        <w:rPr>
          <w:rFonts w:ascii="Times New Roman" w:hAnsi="Times New Roman" w:cs="Times New Roman"/>
          <w:b/>
          <w:sz w:val="24"/>
          <w:szCs w:val="24"/>
        </w:rPr>
        <w:t>NCBJ OR POLATOM</w:t>
      </w:r>
    </w:p>
    <w:p w14:paraId="30B34E23" w14:textId="77777777" w:rsidR="00020FEE" w:rsidRPr="00020FEE" w:rsidRDefault="001B7367" w:rsidP="009B4E51">
      <w:pPr>
        <w:pStyle w:val="Bezodstpw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20FEE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</w:p>
    <w:p w14:paraId="4AC5AAFA" w14:textId="24F39BF8" w:rsidR="001B7367" w:rsidRPr="009B4E51" w:rsidRDefault="001B7367" w:rsidP="009B4E51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4E51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C3D1968" w14:textId="77777777" w:rsidR="001B7367" w:rsidRPr="00675DD8" w:rsidRDefault="001B7367" w:rsidP="001B736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F04636D" w14:textId="77777777" w:rsidR="001B7367" w:rsidRPr="00675DD8" w:rsidRDefault="001B7367" w:rsidP="001B736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75DD8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675DD8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66732BA" w14:textId="77777777" w:rsidR="001B7367" w:rsidRPr="00675DD8" w:rsidRDefault="001B7367" w:rsidP="001B736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675DD8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675DD8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675DD8">
        <w:rPr>
          <w:color w:val="222222"/>
          <w:sz w:val="21"/>
          <w:szCs w:val="21"/>
        </w:rPr>
        <w:t>z dnia 13 kwietnia 2022 r.</w:t>
      </w:r>
      <w:r w:rsidRPr="00675DD8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75DD8">
        <w:rPr>
          <w:color w:val="222222"/>
          <w:sz w:val="21"/>
          <w:szCs w:val="21"/>
        </w:rPr>
        <w:t>(Dz. U. poz. 835)</w:t>
      </w:r>
      <w:r w:rsidRPr="00675DD8">
        <w:rPr>
          <w:i/>
          <w:iCs/>
          <w:color w:val="222222"/>
          <w:sz w:val="21"/>
          <w:szCs w:val="21"/>
        </w:rPr>
        <w:t>.</w:t>
      </w:r>
      <w:r w:rsidRPr="00675DD8">
        <w:rPr>
          <w:rStyle w:val="Odwoanieprzypisudolnego"/>
          <w:color w:val="222222"/>
          <w:sz w:val="21"/>
          <w:szCs w:val="21"/>
        </w:rPr>
        <w:footnoteReference w:id="2"/>
      </w:r>
    </w:p>
    <w:p w14:paraId="1011D33A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75DD8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E120C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55B246EE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675DD8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675DD8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675DD8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675DD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(określić </w:t>
      </w:r>
      <w:r w:rsidRPr="00675DD8">
        <w:rPr>
          <w:rFonts w:ascii="Times New Roman" w:hAnsi="Times New Roman" w:cs="Times New Roman"/>
          <w:i/>
          <w:sz w:val="16"/>
          <w:szCs w:val="16"/>
        </w:rPr>
        <w:lastRenderedPageBreak/>
        <w:t>odpowiedni zakres udostępnianych zasobów dla wskazanego podmiotu)</w:t>
      </w:r>
      <w:r w:rsidRPr="00675DD8">
        <w:rPr>
          <w:rFonts w:ascii="Times New Roman" w:hAnsi="Times New Roman" w:cs="Times New Roman"/>
          <w:iCs/>
          <w:sz w:val="16"/>
          <w:szCs w:val="16"/>
        </w:rPr>
        <w:t>,</w:t>
      </w:r>
      <w:r w:rsidRPr="00675DD8">
        <w:rPr>
          <w:rFonts w:ascii="Times New Roman" w:hAnsi="Times New Roman" w:cs="Times New Roman"/>
          <w:i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335808DB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53587EB7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502256D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E626C23" w14:textId="77777777" w:rsidR="001B7367" w:rsidRPr="00675DD8" w:rsidRDefault="001B7367" w:rsidP="001B736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60DB54A1" w14:textId="77777777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5DD8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675DD8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75DD8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94A7D2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75DD8">
        <w:rPr>
          <w:rFonts w:ascii="Times New Roman" w:hAnsi="Times New Roman" w:cs="Times New Roman"/>
          <w:sz w:val="20"/>
          <w:szCs w:val="20"/>
        </w:rPr>
        <w:t xml:space="preserve"> </w:t>
      </w:r>
      <w:r w:rsidRPr="00675DD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75DD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75DD8">
        <w:rPr>
          <w:rFonts w:ascii="Times New Roman" w:hAnsi="Times New Roman" w:cs="Times New Roman"/>
          <w:i/>
          <w:sz w:val="16"/>
          <w:szCs w:val="16"/>
        </w:rPr>
        <w:t>)</w:t>
      </w:r>
      <w:r w:rsidRPr="00675DD8">
        <w:rPr>
          <w:rFonts w:ascii="Times New Roman" w:hAnsi="Times New Roman" w:cs="Times New Roman"/>
          <w:sz w:val="16"/>
          <w:szCs w:val="16"/>
        </w:rPr>
        <w:t>,</w:t>
      </w:r>
      <w:r w:rsidRPr="00675DD8">
        <w:rPr>
          <w:rFonts w:ascii="Times New Roman" w:hAnsi="Times New Roman" w:cs="Times New Roman"/>
          <w:sz w:val="16"/>
          <w:szCs w:val="16"/>
        </w:rPr>
        <w:br/>
      </w:r>
      <w:r w:rsidRPr="00675DD8">
        <w:rPr>
          <w:rFonts w:ascii="Times New Roman" w:hAnsi="Times New Roman" w:cs="Times New Roman"/>
          <w:sz w:val="21"/>
          <w:szCs w:val="21"/>
        </w:rPr>
        <w:t>nie</w:t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0DB2293" w14:textId="77777777" w:rsidR="001B7367" w:rsidRPr="00675DD8" w:rsidRDefault="001B7367" w:rsidP="001B736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1CA5000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96BC75F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75D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6CC6A44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159BFA" w14:textId="77777777" w:rsidR="001B7367" w:rsidRPr="00675DD8" w:rsidRDefault="001B7367" w:rsidP="001B736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75DD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170DA788" w14:textId="366A1298" w:rsidR="001B7367" w:rsidRPr="00675DD8" w:rsidRDefault="001B7367" w:rsidP="001B736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675DD8">
        <w:rPr>
          <w:rFonts w:ascii="Times New Roman" w:hAnsi="Times New Roman" w:cs="Times New Roman"/>
        </w:rPr>
        <w:t xml:space="preserve"> </w:t>
      </w:r>
      <w:r w:rsidRPr="00675DD8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675DD8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  <w:r w:rsidR="00020FEE">
        <w:rPr>
          <w:rFonts w:ascii="Times New Roman" w:hAnsi="Times New Roman" w:cs="Times New Roman"/>
          <w:sz w:val="21"/>
          <w:szCs w:val="21"/>
        </w:rPr>
        <w:t>..................</w:t>
      </w:r>
    </w:p>
    <w:p w14:paraId="01E0BA7E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5F1C16" w14:textId="21C9290E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  <w:r w:rsidR="00020FEE">
        <w:rPr>
          <w:rFonts w:ascii="Times New Roman" w:hAnsi="Times New Roman" w:cs="Times New Roman"/>
          <w:sz w:val="21"/>
          <w:szCs w:val="21"/>
        </w:rPr>
        <w:t>.................</w:t>
      </w:r>
    </w:p>
    <w:p w14:paraId="4CC54731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49136B" w14:textId="77777777" w:rsidR="001B7367" w:rsidRPr="00675DD8" w:rsidRDefault="001B7367" w:rsidP="001B736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A1BC66" w14:textId="77777777" w:rsidR="001B7367" w:rsidRPr="00675DD8" w:rsidRDefault="001B7367" w:rsidP="000316B9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4D4DD73D" w14:textId="0704CBC0" w:rsidR="00DF0376" w:rsidRPr="00675DD8" w:rsidRDefault="001B7367" w:rsidP="000316B9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21"/>
          <w:szCs w:val="21"/>
        </w:rPr>
        <w:tab/>
      </w:r>
      <w:r w:rsidRPr="00675DD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675DD8">
        <w:rPr>
          <w:rFonts w:ascii="Times New Roman" w:hAnsi="Times New Roman" w:cs="Times New Roman"/>
          <w:i/>
          <w:sz w:val="16"/>
          <w:szCs w:val="16"/>
        </w:rPr>
        <w:t>kwalifikowany podpis elektroniczny</w:t>
      </w:r>
      <w:bookmarkEnd w:id="4"/>
    </w:p>
    <w:sectPr w:rsidR="00DF0376" w:rsidRPr="00675D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6464" w14:textId="77777777" w:rsidR="001B7367" w:rsidRDefault="001B7367" w:rsidP="001B7367">
      <w:pPr>
        <w:spacing w:after="0" w:line="240" w:lineRule="auto"/>
      </w:pPr>
      <w:r>
        <w:separator/>
      </w:r>
    </w:p>
  </w:endnote>
  <w:endnote w:type="continuationSeparator" w:id="0">
    <w:p w14:paraId="5DDC4498" w14:textId="77777777" w:rsidR="001B7367" w:rsidRDefault="001B7367" w:rsidP="001B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8A21" w14:textId="77777777" w:rsidR="001B7367" w:rsidRDefault="001B7367" w:rsidP="001B7367">
      <w:pPr>
        <w:spacing w:after="0" w:line="240" w:lineRule="auto"/>
      </w:pPr>
      <w:r>
        <w:separator/>
      </w:r>
    </w:p>
  </w:footnote>
  <w:footnote w:type="continuationSeparator" w:id="0">
    <w:p w14:paraId="7B84BE4E" w14:textId="77777777" w:rsidR="001B7367" w:rsidRDefault="001B7367" w:rsidP="001B7367">
      <w:pPr>
        <w:spacing w:after="0" w:line="240" w:lineRule="auto"/>
      </w:pPr>
      <w:r>
        <w:continuationSeparator/>
      </w:r>
    </w:p>
  </w:footnote>
  <w:footnote w:id="1">
    <w:p w14:paraId="4A5DBC64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112338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180DB7B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675DD8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770EA1A" w14:textId="77777777" w:rsidR="001B7367" w:rsidRPr="00675DD8" w:rsidRDefault="001B7367" w:rsidP="001B7367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D1E15B" w14:textId="77777777" w:rsidR="001B7367" w:rsidRPr="00675DD8" w:rsidRDefault="001B7367" w:rsidP="001B73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BBF27EB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75DD8">
        <w:rPr>
          <w:rFonts w:ascii="Times New Roman" w:hAnsi="Times New Roman" w:cs="Times New Roman"/>
          <w:sz w:val="16"/>
          <w:szCs w:val="16"/>
        </w:rPr>
        <w:t xml:space="preserve">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675DD8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F6B1D43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4E8AB4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675DD8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2BDC6D" w14:textId="77777777" w:rsidR="001B7367" w:rsidRPr="00675DD8" w:rsidRDefault="001B7367" w:rsidP="001B73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75DD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6806" w14:textId="305F6D9A" w:rsidR="00D44697" w:rsidRDefault="00D44697" w:rsidP="00D44697">
    <w:pPr>
      <w:pStyle w:val="Nagwek"/>
      <w:jc w:val="center"/>
      <w:rPr>
        <w:rFonts w:ascii="Times New Roman" w:hAnsi="Times New Roman" w:cs="Times New Roman"/>
        <w:b/>
      </w:rPr>
    </w:pPr>
    <w:bookmarkStart w:id="5" w:name="_Hlk183606565"/>
    <w:r w:rsidRPr="00DB56CE">
      <w:rPr>
        <w:noProof/>
      </w:rPr>
      <w:drawing>
        <wp:inline distT="0" distB="0" distL="0" distR="0" wp14:anchorId="0234B8F3" wp14:editId="1D390AC8">
          <wp:extent cx="44196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</w:p>
  <w:p w14:paraId="5DB7DF74" w14:textId="77777777" w:rsidR="00D44697" w:rsidRDefault="00D44697" w:rsidP="008C0D1E">
    <w:pPr>
      <w:pStyle w:val="Nagwek"/>
      <w:rPr>
        <w:rFonts w:ascii="Times New Roman" w:hAnsi="Times New Roman" w:cs="Times New Roman"/>
        <w:b/>
      </w:rPr>
    </w:pPr>
  </w:p>
  <w:p w14:paraId="67AD8E71" w14:textId="5BB41D6F" w:rsidR="008C0D1E" w:rsidRPr="009B4E51" w:rsidRDefault="008C0D1E" w:rsidP="008C0D1E">
    <w:pPr>
      <w:pStyle w:val="Nagwek"/>
      <w:rPr>
        <w:rFonts w:ascii="Times New Roman" w:hAnsi="Times New Roman" w:cs="Times New Roman"/>
        <w:b/>
      </w:rPr>
    </w:pPr>
    <w:r w:rsidRPr="009B4E51">
      <w:rPr>
        <w:rFonts w:ascii="Times New Roman" w:hAnsi="Times New Roman" w:cs="Times New Roman"/>
        <w:b/>
      </w:rPr>
      <w:t>OR.DZP.270.</w:t>
    </w:r>
    <w:r w:rsidR="00D44697">
      <w:rPr>
        <w:rFonts w:ascii="Times New Roman" w:hAnsi="Times New Roman" w:cs="Times New Roman"/>
        <w:b/>
      </w:rPr>
      <w:t>16</w:t>
    </w:r>
    <w:r w:rsidRPr="009B4E51">
      <w:rPr>
        <w:rFonts w:ascii="Times New Roman" w:hAnsi="Times New Roman" w:cs="Times New Roman"/>
        <w:b/>
      </w:rPr>
      <w:t>.202</w:t>
    </w:r>
    <w:r w:rsidR="00BF2DCC">
      <w:rPr>
        <w:rFonts w:ascii="Times New Roman" w:hAnsi="Times New Roman" w:cs="Times New Roman"/>
        <w:b/>
      </w:rPr>
      <w:t>5</w:t>
    </w:r>
  </w:p>
  <w:p w14:paraId="6241BE0B" w14:textId="77777777" w:rsidR="008C0D1E" w:rsidRDefault="008C0D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324"/>
    <w:multiLevelType w:val="hybridMultilevel"/>
    <w:tmpl w:val="CD8C1D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A4"/>
    <w:rsid w:val="00020FEE"/>
    <w:rsid w:val="000316B9"/>
    <w:rsid w:val="001B7367"/>
    <w:rsid w:val="00241198"/>
    <w:rsid w:val="002612CF"/>
    <w:rsid w:val="00462DC0"/>
    <w:rsid w:val="004648A4"/>
    <w:rsid w:val="005E20D0"/>
    <w:rsid w:val="006751D9"/>
    <w:rsid w:val="00675DD8"/>
    <w:rsid w:val="00766147"/>
    <w:rsid w:val="007C4495"/>
    <w:rsid w:val="008C0D1E"/>
    <w:rsid w:val="009B4E51"/>
    <w:rsid w:val="00BF2DCC"/>
    <w:rsid w:val="00D44697"/>
    <w:rsid w:val="00DF0376"/>
    <w:rsid w:val="00F70DF0"/>
    <w:rsid w:val="00F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DF7B"/>
  <w15:chartTrackingRefBased/>
  <w15:docId w15:val="{01282C2E-C2FF-46E8-AD2F-3AB1690D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14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3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3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36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7367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B7367"/>
    <w:rPr>
      <w:i/>
      <w:iCs/>
    </w:rPr>
  </w:style>
  <w:style w:type="paragraph" w:styleId="NormalnyWeb">
    <w:name w:val="Normal (Web)"/>
    <w:basedOn w:val="Normalny"/>
    <w:uiPriority w:val="99"/>
    <w:unhideWhenUsed/>
    <w:rsid w:val="001B7367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D1E"/>
  </w:style>
  <w:style w:type="paragraph" w:styleId="Stopka">
    <w:name w:val="footer"/>
    <w:basedOn w:val="Normalny"/>
    <w:link w:val="StopkaZnak"/>
    <w:uiPriority w:val="99"/>
    <w:unhideWhenUsed/>
    <w:rsid w:val="008C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1E"/>
  </w:style>
  <w:style w:type="paragraph" w:styleId="Bezodstpw">
    <w:name w:val="No Spacing"/>
    <w:uiPriority w:val="1"/>
    <w:qFormat/>
    <w:rsid w:val="009B4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Basaj</dc:creator>
  <cp:keywords/>
  <dc:description/>
  <cp:lastModifiedBy>Małgorzata Pisarek</cp:lastModifiedBy>
  <cp:revision>29</cp:revision>
  <dcterms:created xsi:type="dcterms:W3CDTF">2022-09-23T09:47:00Z</dcterms:created>
  <dcterms:modified xsi:type="dcterms:W3CDTF">2025-03-07T13:02:00Z</dcterms:modified>
</cp:coreProperties>
</file>