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8BD85" w14:textId="77777777" w:rsidR="00C606B9" w:rsidRPr="00094970" w:rsidRDefault="00772987" w:rsidP="005B1A91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  <w:r w:rsidRPr="00094970">
        <w:rPr>
          <w:b/>
          <w:sz w:val="24"/>
          <w:szCs w:val="24"/>
        </w:rPr>
        <w:t>OŚWIADCZENIE WYKONAWCY</w:t>
      </w:r>
    </w:p>
    <w:p w14:paraId="661B6E88" w14:textId="77777777" w:rsidR="001A62C4" w:rsidRPr="00094970" w:rsidRDefault="001A62C4" w:rsidP="00AB7270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  <w:r w:rsidRPr="00094970">
        <w:rPr>
          <w:b/>
          <w:sz w:val="24"/>
          <w:szCs w:val="24"/>
        </w:rPr>
        <w:t>o aktualności informacji zawartych w oświadczeniu, o którym mowa w art. 125 ust. 1</w:t>
      </w:r>
    </w:p>
    <w:p w14:paraId="54F3A812" w14:textId="1BD17B4E" w:rsidR="00AB7270" w:rsidRPr="00094970" w:rsidRDefault="00772987" w:rsidP="00AB7270">
      <w:pPr>
        <w:pStyle w:val="Zawartotabeli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94970">
        <w:rPr>
          <w:rFonts w:ascii="Times New Roman" w:hAnsi="Times New Roman" w:cs="Times New Roman"/>
          <w:b/>
          <w:sz w:val="24"/>
        </w:rPr>
        <w:t>ustawy z dnia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="00FB2277"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11 </w:t>
      </w:r>
      <w:r w:rsidR="00FB2277" w:rsidRPr="00094970">
        <w:rPr>
          <w:rFonts w:ascii="Times New Roman" w:hAnsi="Times New Roman" w:cs="Times New Roman"/>
          <w:b/>
          <w:sz w:val="24"/>
        </w:rPr>
        <w:t>września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20</w:t>
      </w:r>
      <w:r w:rsidR="00FB2277"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>19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Pr="00094970">
        <w:rPr>
          <w:rFonts w:ascii="Times New Roman" w:hAnsi="Times New Roman" w:cs="Times New Roman"/>
          <w:b/>
          <w:sz w:val="24"/>
        </w:rPr>
        <w:t>r.</w:t>
      </w:r>
      <w:r w:rsidR="001A62C4" w:rsidRPr="00094970">
        <w:rPr>
          <w:rFonts w:ascii="Times New Roman" w:hAnsi="Times New Roman" w:cs="Times New Roman"/>
          <w:b/>
          <w:sz w:val="24"/>
        </w:rPr>
        <w:t xml:space="preserve"> 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="007F06FB" w:rsidRPr="00094970">
        <w:rPr>
          <w:rFonts w:ascii="Times New Roman" w:hAnsi="Times New Roman" w:cs="Times New Roman"/>
          <w:b/>
          <w:sz w:val="24"/>
        </w:rPr>
        <w:t xml:space="preserve">Prawo zamówień </w:t>
      </w:r>
      <w:r w:rsidRPr="00094970">
        <w:rPr>
          <w:rFonts w:ascii="Times New Roman" w:hAnsi="Times New Roman" w:cs="Times New Roman"/>
          <w:b/>
          <w:sz w:val="24"/>
        </w:rPr>
        <w:t>publicznych</w:t>
      </w:r>
      <w:r w:rsidR="00AB7270" w:rsidRPr="00094970">
        <w:rPr>
          <w:rFonts w:ascii="Times New Roman" w:hAnsi="Times New Roman" w:cs="Times New Roman"/>
          <w:b/>
          <w:sz w:val="24"/>
        </w:rPr>
        <w:t xml:space="preserve"> </w:t>
      </w:r>
    </w:p>
    <w:p w14:paraId="456C41BB" w14:textId="07374208" w:rsidR="007F06FB" w:rsidRPr="00094970" w:rsidRDefault="007F06FB" w:rsidP="005B1A91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</w:p>
    <w:p w14:paraId="6522731B" w14:textId="77777777" w:rsidR="00450CC2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ind w:left="284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ab/>
      </w:r>
    </w:p>
    <w:p w14:paraId="18455671" w14:textId="77777777" w:rsidR="003C2D03" w:rsidRPr="00094970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3711F150" w14:textId="77777777" w:rsidR="003C2D03" w:rsidRPr="00094970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</w:p>
    <w:p w14:paraId="46634FBF" w14:textId="77777777" w:rsidR="00772987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>na potrzeby postępowania o udzielenie zamówienia publicznego na:</w:t>
      </w:r>
    </w:p>
    <w:p w14:paraId="67B674CA" w14:textId="1CCAEFC3" w:rsidR="005C26FD" w:rsidRPr="00094970" w:rsidRDefault="00372F53" w:rsidP="005C26FD">
      <w:pPr>
        <w:tabs>
          <w:tab w:val="num" w:pos="360"/>
          <w:tab w:val="left" w:pos="2700"/>
        </w:tabs>
        <w:spacing w:line="271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Zakup </w:t>
      </w:r>
      <w:r w:rsidR="00A32065">
        <w:rPr>
          <w:b/>
          <w:sz w:val="22"/>
          <w:szCs w:val="22"/>
        </w:rPr>
        <w:t xml:space="preserve">karetek sanitarnych </w:t>
      </w:r>
      <w:r w:rsidR="00AE44F6">
        <w:rPr>
          <w:b/>
          <w:sz w:val="22"/>
          <w:szCs w:val="22"/>
        </w:rPr>
        <w:t xml:space="preserve">typu </w:t>
      </w:r>
      <w:r w:rsidR="00C35F27">
        <w:rPr>
          <w:b/>
          <w:sz w:val="22"/>
          <w:szCs w:val="22"/>
        </w:rPr>
        <w:t>T</w:t>
      </w:r>
      <w:r w:rsidR="00AE44F6">
        <w:rPr>
          <w:b/>
          <w:sz w:val="22"/>
          <w:szCs w:val="22"/>
        </w:rPr>
        <w:t xml:space="preserve"> wraz z wyposażeniem </w:t>
      </w:r>
    </w:p>
    <w:p w14:paraId="26FB43A9" w14:textId="77777777" w:rsidR="007F06FB" w:rsidRPr="00094970" w:rsidRDefault="007F06FB" w:rsidP="00AE44F6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36088107" w14:textId="77777777" w:rsidR="00772987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265F8839" w14:textId="45415B0F" w:rsidR="00324F70" w:rsidRPr="00094970" w:rsidRDefault="00324F70" w:rsidP="00324F70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i/>
          <w:sz w:val="22"/>
          <w:szCs w:val="22"/>
        </w:rPr>
      </w:pPr>
      <w:r w:rsidRPr="00094970">
        <w:rPr>
          <w:sz w:val="22"/>
          <w:szCs w:val="22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324F70" w:rsidRPr="00094970" w14:paraId="3A5C1B52" w14:textId="77777777" w:rsidTr="00324F7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AC84" w14:textId="77777777" w:rsidR="00324F70" w:rsidRPr="00094970" w:rsidRDefault="00324F70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sz w:val="22"/>
                <w:szCs w:val="22"/>
              </w:rPr>
            </w:pPr>
            <w:bookmarkStart w:id="0" w:name="_Hlk69818206"/>
            <w:r w:rsidRPr="00094970">
              <w:rPr>
                <w:i/>
                <w:sz w:val="22"/>
                <w:szCs w:val="22"/>
              </w:rPr>
              <w:t>(imię, nazwisko, stanowisko/podstawa do reprezentacji)</w:t>
            </w:r>
          </w:p>
        </w:tc>
      </w:tr>
    </w:tbl>
    <w:bookmarkEnd w:id="0"/>
    <w:p w14:paraId="7A90EAAF" w14:textId="77777777" w:rsidR="00324F70" w:rsidRPr="00094970" w:rsidRDefault="00324F70" w:rsidP="00324F70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324F70" w:rsidRPr="00094970" w14:paraId="16BB11E0" w14:textId="77777777" w:rsidTr="00324F7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29DF" w14:textId="77777777" w:rsidR="00324F70" w:rsidRPr="00094970" w:rsidRDefault="00324F70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sz w:val="22"/>
                <w:szCs w:val="22"/>
              </w:rPr>
            </w:pPr>
            <w:bookmarkStart w:id="1" w:name="_Hlk69818255"/>
            <w:r w:rsidRPr="00094970">
              <w:rPr>
                <w:i/>
                <w:sz w:val="22"/>
                <w:szCs w:val="22"/>
              </w:rPr>
              <w:t>(pełna nazwa, adres, NIP, KRS Wykonawcy)</w:t>
            </w:r>
          </w:p>
        </w:tc>
        <w:bookmarkEnd w:id="1"/>
      </w:tr>
    </w:tbl>
    <w:p w14:paraId="451C9698" w14:textId="77777777" w:rsidR="003C2D03" w:rsidRPr="00094970" w:rsidRDefault="003C2D03" w:rsidP="00094970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63786F13" w14:textId="77777777" w:rsidR="00F64924" w:rsidRPr="00094970" w:rsidRDefault="00F6492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b/>
          <w:sz w:val="22"/>
          <w:szCs w:val="22"/>
        </w:rPr>
      </w:pPr>
      <w:bookmarkStart w:id="2" w:name="_Hlk505624072"/>
    </w:p>
    <w:p w14:paraId="1EDE2C69" w14:textId="77777777" w:rsidR="00793109" w:rsidRPr="00094970" w:rsidRDefault="00A51265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b/>
          <w:sz w:val="22"/>
          <w:szCs w:val="22"/>
        </w:rPr>
        <w:t>O</w:t>
      </w:r>
      <w:r w:rsidR="001A62C4" w:rsidRPr="00094970">
        <w:rPr>
          <w:b/>
          <w:sz w:val="22"/>
          <w:szCs w:val="22"/>
        </w:rPr>
        <w:t>świadczam/oświadczamy</w:t>
      </w:r>
      <w:r w:rsidR="00C351C1" w:rsidRPr="00094970">
        <w:rPr>
          <w:b/>
          <w:sz w:val="22"/>
          <w:szCs w:val="22"/>
        </w:rPr>
        <w:t xml:space="preserve"> </w:t>
      </w:r>
      <w:r w:rsidR="001A62C4" w:rsidRPr="00094970">
        <w:rPr>
          <w:sz w:val="22"/>
          <w:szCs w:val="22"/>
        </w:rPr>
        <w:t>o aktualności informacji zawartych w oświadczeniu,</w:t>
      </w:r>
    </w:p>
    <w:p w14:paraId="1E4A21C4" w14:textId="716706B6" w:rsidR="0086219A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 </w:t>
      </w:r>
      <w:r w:rsidR="001A62C4" w:rsidRPr="00094970">
        <w:rPr>
          <w:sz w:val="22"/>
          <w:szCs w:val="22"/>
        </w:rPr>
        <w:t>którym mowa w art. 125 ust. 1 ustawy z dnia 11 września 2019 r.  Prawo zamówień publicznych w zakresie odnoszącym się do podstaw wykluczenia wskazanych w art. 108 ust. 1 pkt 3-6 ustawy z dnia 11 września 2019 r.  Prawo zamówień publicznych</w:t>
      </w:r>
      <w:r w:rsidR="00793109" w:rsidRPr="00094970">
        <w:rPr>
          <w:sz w:val="22"/>
          <w:szCs w:val="22"/>
        </w:rPr>
        <w:t>;</w:t>
      </w:r>
    </w:p>
    <w:p w14:paraId="0C47B7DA" w14:textId="7E72F67A" w:rsidR="00793109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4"/>
        </w:rPr>
        <w:t>o którym</w:t>
      </w:r>
      <w:r w:rsidR="004C7ABC" w:rsidRPr="00094970">
        <w:rPr>
          <w:sz w:val="24"/>
        </w:rPr>
        <w:t xml:space="preserve"> mowa</w:t>
      </w:r>
      <w:r w:rsidRPr="00094970">
        <w:rPr>
          <w:sz w:val="24"/>
        </w:rPr>
        <w:t xml:space="preserve"> art.7 ust 1 ustawy z dnia 13 kwietnia 2022r o szczególnych rozwiązaniach w zakresie przeciwdziałania wspieraniu agresji na Ukrainę oraz służących ochronie bezpieczeństwa narodowego</w:t>
      </w:r>
      <w:r w:rsidR="00D27F18" w:rsidRPr="00094970">
        <w:rPr>
          <w:sz w:val="24"/>
        </w:rPr>
        <w:t xml:space="preserve"> (Dz.U. z 2022r. poz. 835)</w:t>
      </w:r>
      <w:r w:rsidRPr="00094970">
        <w:rPr>
          <w:sz w:val="24"/>
        </w:rPr>
        <w:t>;</w:t>
      </w:r>
    </w:p>
    <w:p w14:paraId="101FBA0D" w14:textId="1D030848" w:rsidR="00AB7270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 którym mowa w art. 5k rozporządzenia </w:t>
      </w:r>
      <w:r w:rsidR="00884C37" w:rsidRPr="00094970">
        <w:rPr>
          <w:sz w:val="22"/>
          <w:szCs w:val="22"/>
        </w:rPr>
        <w:t xml:space="preserve"> Rady </w:t>
      </w:r>
      <w:r w:rsidR="00D27F18" w:rsidRPr="00094970">
        <w:rPr>
          <w:sz w:val="22"/>
          <w:szCs w:val="22"/>
        </w:rPr>
        <w:t xml:space="preserve">(UE) </w:t>
      </w:r>
      <w:r w:rsidR="00884C37" w:rsidRPr="00094970">
        <w:rPr>
          <w:sz w:val="22"/>
          <w:szCs w:val="22"/>
        </w:rPr>
        <w:t xml:space="preserve">nr </w:t>
      </w:r>
      <w:r w:rsidRPr="00094970">
        <w:rPr>
          <w:sz w:val="22"/>
          <w:szCs w:val="22"/>
        </w:rPr>
        <w:t xml:space="preserve">833/2014 </w:t>
      </w:r>
      <w:r w:rsidR="00884C37" w:rsidRPr="00094970">
        <w:rPr>
          <w:sz w:val="22"/>
          <w:szCs w:val="22"/>
        </w:rPr>
        <w:t xml:space="preserve">z dnia 31 lipca 2014r. </w:t>
      </w:r>
      <w:r w:rsidR="00D27F18" w:rsidRPr="00094970">
        <w:rPr>
          <w:sz w:val="22"/>
          <w:szCs w:val="22"/>
        </w:rPr>
        <w:t xml:space="preserve"> dotyczącego środków ograniczających w związku z działaniami Rosji destabilizującymi sytuację na Ukrainie</w:t>
      </w:r>
      <w:r w:rsidR="00884C37" w:rsidRPr="00094970">
        <w:rPr>
          <w:sz w:val="22"/>
          <w:szCs w:val="22"/>
        </w:rPr>
        <w:t xml:space="preserve"> (DZ. Urz. Nr L 229 z 31.7.2014, str. 1), dalej: dalej: rozporządzenie 833/2014, w brzmieniu nadanym rozporządzeniem Rady (UE) </w:t>
      </w:r>
      <w:r w:rsidRPr="00094970">
        <w:rPr>
          <w:sz w:val="22"/>
          <w:szCs w:val="22"/>
        </w:rPr>
        <w:t xml:space="preserve"> 2022/576</w:t>
      </w:r>
      <w:r w:rsidR="00884C37" w:rsidRPr="00094970">
        <w:rPr>
          <w:sz w:val="22"/>
          <w:szCs w:val="22"/>
        </w:rPr>
        <w:t xml:space="preserve"> w sprawie zmiany rozporządzenia (UE) nr 833/2014 dotyczącego środków ograniczających w związku z działaniami Rosji </w:t>
      </w:r>
      <w:r w:rsidR="00A14A45" w:rsidRPr="00094970">
        <w:rPr>
          <w:sz w:val="22"/>
          <w:szCs w:val="22"/>
        </w:rPr>
        <w:t>destabilizujących sytuację na Ukrainie  (Dz. Urz. UE nr L 111 z 8.4.2022, str. 1 ), dalej: rozporządzenie 2022/576</w:t>
      </w:r>
    </w:p>
    <w:p w14:paraId="1CFE2B54" w14:textId="77777777" w:rsidR="003C2D03" w:rsidRPr="00094970" w:rsidRDefault="003C2D03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</w:p>
    <w:p w14:paraId="38CD14D2" w14:textId="77777777" w:rsidR="001A62C4" w:rsidRPr="00094970" w:rsidRDefault="001A62C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</w:p>
    <w:bookmarkEnd w:id="2"/>
    <w:p w14:paraId="2EA48CEA" w14:textId="77777777"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</w:p>
    <w:p w14:paraId="79BEB190" w14:textId="77777777"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  <w:r w:rsidRPr="00094970">
        <w:rPr>
          <w:b/>
          <w:sz w:val="22"/>
          <w:szCs w:val="22"/>
        </w:rPr>
        <w:t>OŚWIADCZENIE DOTYCZĄCE PODANYCH INFORMACJI</w:t>
      </w:r>
    </w:p>
    <w:p w14:paraId="23AEE93C" w14:textId="77777777"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</w:p>
    <w:p w14:paraId="08366975" w14:textId="30D0322D" w:rsidR="0086219A" w:rsidRPr="00094970" w:rsidRDefault="0086219A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Oświadczam/my, że wszystkie informacje podane w </w:t>
      </w:r>
      <w:r w:rsidR="004742CD" w:rsidRPr="00094970">
        <w:rPr>
          <w:sz w:val="22"/>
          <w:szCs w:val="22"/>
        </w:rPr>
        <w:t xml:space="preserve">powyższym oświadczeniu </w:t>
      </w:r>
      <w:r w:rsidRPr="00094970">
        <w:rPr>
          <w:sz w:val="22"/>
          <w:szCs w:val="22"/>
        </w:rPr>
        <w:t xml:space="preserve">są aktualne </w:t>
      </w:r>
      <w:r w:rsidRPr="00094970">
        <w:rPr>
          <w:sz w:val="22"/>
          <w:szCs w:val="22"/>
        </w:rPr>
        <w:br/>
        <w:t>i zgodne z prawdą oraz zostały przedstawione z pełną świadomością konsekwencji wprowadzenia zamawi</w:t>
      </w:r>
      <w:r w:rsidR="00F171F1" w:rsidRPr="00094970">
        <w:rPr>
          <w:sz w:val="22"/>
          <w:szCs w:val="22"/>
        </w:rPr>
        <w:t>ającego w </w:t>
      </w:r>
      <w:r w:rsidRPr="00094970">
        <w:rPr>
          <w:sz w:val="22"/>
          <w:szCs w:val="22"/>
        </w:rPr>
        <w:t>błąd przy przedstawianiu informacji.</w:t>
      </w:r>
    </w:p>
    <w:p w14:paraId="2A786BFF" w14:textId="77777777" w:rsidR="00C351C1" w:rsidRPr="00094970" w:rsidRDefault="00C351C1" w:rsidP="005B1A91">
      <w:pPr>
        <w:spacing w:line="271" w:lineRule="auto"/>
        <w:jc w:val="both"/>
        <w:rPr>
          <w:sz w:val="22"/>
          <w:szCs w:val="22"/>
        </w:rPr>
      </w:pPr>
    </w:p>
    <w:p w14:paraId="4E587C9F" w14:textId="7F76857B" w:rsidR="00A51265" w:rsidRPr="00094970" w:rsidRDefault="00A51265" w:rsidP="00094970">
      <w:pPr>
        <w:widowControl w:val="0"/>
        <w:autoSpaceDE w:val="0"/>
        <w:spacing w:before="360" w:after="240" w:line="268" w:lineRule="auto"/>
        <w:jc w:val="both"/>
        <w:rPr>
          <w:rFonts w:eastAsia="TrebuchetMS-Italic"/>
          <w:sz w:val="22"/>
          <w:szCs w:val="22"/>
        </w:rPr>
      </w:pPr>
    </w:p>
    <w:sectPr w:rsidR="00A51265" w:rsidRPr="00094970" w:rsidSect="002E47A8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7046D" w14:textId="77777777" w:rsidR="002977AC" w:rsidRDefault="002977AC">
      <w:r>
        <w:separator/>
      </w:r>
    </w:p>
  </w:endnote>
  <w:endnote w:type="continuationSeparator" w:id="0">
    <w:p w14:paraId="44B22E79" w14:textId="77777777" w:rsidR="002977AC" w:rsidRDefault="0029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20000A87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3AB43" w14:textId="77777777" w:rsidR="002977AC" w:rsidRDefault="002977AC">
      <w:r>
        <w:separator/>
      </w:r>
    </w:p>
  </w:footnote>
  <w:footnote w:type="continuationSeparator" w:id="0">
    <w:p w14:paraId="054B47B2" w14:textId="77777777" w:rsidR="002977AC" w:rsidRDefault="00297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A5559" w14:textId="4300B881" w:rsidR="008039F8" w:rsidRDefault="00ED2521" w:rsidP="008039F8">
    <w:pPr>
      <w:ind w:right="-2"/>
      <w:rPr>
        <w:rFonts w:ascii="Calibri" w:eastAsia="Calibri" w:hAnsi="Calibri" w:cs="Arial Narrow"/>
        <w:b/>
        <w:sz w:val="16"/>
        <w:szCs w:val="16"/>
        <w:lang w:eastAsia="en-US"/>
      </w:rPr>
    </w:pPr>
    <w:r>
      <w:rPr>
        <w:rFonts w:ascii="Calibri" w:hAnsi="Calibri" w:cs="Tahoma"/>
        <w:color w:val="262626"/>
        <w:sz w:val="16"/>
        <w:szCs w:val="16"/>
      </w:rPr>
      <w:t xml:space="preserve">  </w:t>
    </w:r>
    <w:r w:rsidR="005C26FD">
      <w:rPr>
        <w:rFonts w:ascii="Calibri" w:hAnsi="Calibri" w:cs="Tahoma"/>
        <w:color w:val="262626"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 w:rsidRPr="008722D8"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 xml:space="preserve">                                               </w:t>
    </w:r>
    <w:r w:rsidR="00A32065">
      <w:rPr>
        <w:rFonts w:ascii="Calibri" w:hAnsi="Calibri" w:cs="Calibri"/>
        <w:b/>
        <w:bCs/>
        <w:sz w:val="16"/>
        <w:szCs w:val="16"/>
      </w:rPr>
      <w:t xml:space="preserve">                                                 </w:t>
    </w:r>
    <w:r>
      <w:rPr>
        <w:rFonts w:ascii="Calibri" w:hAnsi="Calibri" w:cs="Calibri"/>
        <w:b/>
        <w:bCs/>
        <w:sz w:val="16"/>
        <w:szCs w:val="16"/>
      </w:rPr>
      <w:t xml:space="preserve"> </w:t>
    </w:r>
    <w:r w:rsidR="008039F8"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Załącznik nr </w:t>
    </w:r>
    <w:r w:rsidR="00A32065">
      <w:rPr>
        <w:rFonts w:ascii="Calibri" w:eastAsia="Calibri" w:hAnsi="Calibri" w:cs="Arial Narrow"/>
        <w:b/>
        <w:sz w:val="16"/>
        <w:szCs w:val="16"/>
        <w:lang w:eastAsia="en-US"/>
      </w:rPr>
      <w:t>7</w:t>
    </w:r>
    <w:r>
      <w:rPr>
        <w:rFonts w:ascii="Calibri" w:eastAsia="Calibri" w:hAnsi="Calibri" w:cs="Arial Narrow"/>
        <w:b/>
        <w:sz w:val="16"/>
        <w:szCs w:val="16"/>
        <w:lang w:eastAsia="en-US"/>
      </w:rPr>
      <w:t xml:space="preserve"> do SWZ</w:t>
    </w:r>
  </w:p>
  <w:p w14:paraId="47A90CC1" w14:textId="0B469D24" w:rsidR="00ED2521" w:rsidRDefault="005C26FD" w:rsidP="00ED2521">
    <w:pPr>
      <w:pStyle w:val="Bezodstpw"/>
      <w:rPr>
        <w:rFonts w:ascii="Calibri" w:hAnsi="Calibri" w:cs="Calibri"/>
        <w:b/>
        <w:bCs/>
        <w:sz w:val="16"/>
        <w:szCs w:val="16"/>
      </w:rPr>
    </w:pPr>
    <w:r w:rsidRPr="00E15202">
      <w:rPr>
        <w:rFonts w:ascii="Calibri" w:hAnsi="Calibri" w:cs="Tahoma"/>
        <w:color w:val="262626"/>
        <w:sz w:val="16"/>
        <w:szCs w:val="16"/>
      </w:rPr>
      <w:t>Znak sprawy:</w:t>
    </w:r>
    <w:r w:rsidR="00D00D31">
      <w:rPr>
        <w:rFonts w:ascii="Calibri" w:hAnsi="Calibri" w:cs="Tahoma"/>
        <w:color w:val="262626"/>
        <w:sz w:val="16"/>
        <w:szCs w:val="16"/>
      </w:rPr>
      <w:t xml:space="preserve"> </w:t>
    </w:r>
    <w:r w:rsidR="00C35F27">
      <w:rPr>
        <w:rFonts w:ascii="Calibri" w:hAnsi="Calibri" w:cs="Tahoma"/>
        <w:color w:val="262626"/>
        <w:sz w:val="16"/>
        <w:szCs w:val="16"/>
      </w:rPr>
      <w:t>36</w:t>
    </w:r>
    <w:r w:rsidR="00ED2521">
      <w:rPr>
        <w:rFonts w:ascii="Calibri" w:hAnsi="Calibri" w:cs="Tahoma"/>
        <w:color w:val="262626"/>
        <w:sz w:val="16"/>
        <w:szCs w:val="16"/>
      </w:rPr>
      <w:t>/D</w:t>
    </w:r>
    <w:r w:rsidR="00F62CAF" w:rsidRPr="00E15202">
      <w:rPr>
        <w:rFonts w:ascii="Calibri" w:hAnsi="Calibri" w:cs="Tahoma"/>
        <w:color w:val="262626"/>
        <w:sz w:val="16"/>
        <w:szCs w:val="16"/>
      </w:rPr>
      <w:t>/2</w:t>
    </w:r>
    <w:r w:rsidR="00C35F27">
      <w:rPr>
        <w:rFonts w:ascii="Calibri" w:hAnsi="Calibri" w:cs="Tahoma"/>
        <w:color w:val="262626"/>
        <w:sz w:val="16"/>
        <w:szCs w:val="16"/>
      </w:rPr>
      <w:t>5</w:t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</w:p>
  <w:p w14:paraId="050371EF" w14:textId="0E4DB119" w:rsidR="008039F8" w:rsidRDefault="008039F8" w:rsidP="008039F8">
    <w:pPr>
      <w:ind w:right="-2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94377"/>
    <w:multiLevelType w:val="hybridMultilevel"/>
    <w:tmpl w:val="DE0052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890152">
    <w:abstractNumId w:val="17"/>
  </w:num>
  <w:num w:numId="2" w16cid:durableId="725491583">
    <w:abstractNumId w:val="0"/>
  </w:num>
  <w:num w:numId="3" w16cid:durableId="138351513">
    <w:abstractNumId w:val="13"/>
  </w:num>
  <w:num w:numId="4" w16cid:durableId="1996490171">
    <w:abstractNumId w:val="8"/>
  </w:num>
  <w:num w:numId="5" w16cid:durableId="82422">
    <w:abstractNumId w:val="7"/>
  </w:num>
  <w:num w:numId="6" w16cid:durableId="1632704747">
    <w:abstractNumId w:val="1"/>
  </w:num>
  <w:num w:numId="7" w16cid:durableId="2115006332">
    <w:abstractNumId w:val="6"/>
  </w:num>
  <w:num w:numId="8" w16cid:durableId="677119832">
    <w:abstractNumId w:val="3"/>
  </w:num>
  <w:num w:numId="9" w16cid:durableId="46759122">
    <w:abstractNumId w:val="2"/>
  </w:num>
  <w:num w:numId="10" w16cid:durableId="665862434">
    <w:abstractNumId w:val="5"/>
  </w:num>
  <w:num w:numId="11" w16cid:durableId="1914117384">
    <w:abstractNumId w:val="11"/>
  </w:num>
  <w:num w:numId="12" w16cid:durableId="1925607467">
    <w:abstractNumId w:val="4"/>
  </w:num>
  <w:num w:numId="13" w16cid:durableId="860821753">
    <w:abstractNumId w:val="10"/>
  </w:num>
  <w:num w:numId="14" w16cid:durableId="976715315">
    <w:abstractNumId w:val="14"/>
  </w:num>
  <w:num w:numId="15" w16cid:durableId="2096317703">
    <w:abstractNumId w:val="15"/>
  </w:num>
  <w:num w:numId="16" w16cid:durableId="646859758">
    <w:abstractNumId w:val="9"/>
  </w:num>
  <w:num w:numId="17" w16cid:durableId="654724261">
    <w:abstractNumId w:val="18"/>
  </w:num>
  <w:num w:numId="18" w16cid:durableId="1097016564">
    <w:abstractNumId w:val="12"/>
  </w:num>
  <w:num w:numId="19" w16cid:durableId="11320227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56A5C"/>
    <w:rsid w:val="000621A2"/>
    <w:rsid w:val="00067508"/>
    <w:rsid w:val="000700B3"/>
    <w:rsid w:val="00075CEC"/>
    <w:rsid w:val="0009094D"/>
    <w:rsid w:val="00094970"/>
    <w:rsid w:val="000A2906"/>
    <w:rsid w:val="000C14CB"/>
    <w:rsid w:val="000C7504"/>
    <w:rsid w:val="00106AC7"/>
    <w:rsid w:val="00111985"/>
    <w:rsid w:val="00126243"/>
    <w:rsid w:val="001329B7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82686"/>
    <w:rsid w:val="00297565"/>
    <w:rsid w:val="002977AC"/>
    <w:rsid w:val="002A1D4F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24F70"/>
    <w:rsid w:val="00334E0F"/>
    <w:rsid w:val="00336EEB"/>
    <w:rsid w:val="00372F53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C7ABC"/>
    <w:rsid w:val="004D5C77"/>
    <w:rsid w:val="004F567B"/>
    <w:rsid w:val="00503645"/>
    <w:rsid w:val="00516F90"/>
    <w:rsid w:val="005272C3"/>
    <w:rsid w:val="00533E9F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26FD"/>
    <w:rsid w:val="005C3627"/>
    <w:rsid w:val="005C37A2"/>
    <w:rsid w:val="005C6625"/>
    <w:rsid w:val="005D4DC3"/>
    <w:rsid w:val="005D6731"/>
    <w:rsid w:val="00623FCF"/>
    <w:rsid w:val="00641063"/>
    <w:rsid w:val="00641914"/>
    <w:rsid w:val="00646FA5"/>
    <w:rsid w:val="00651569"/>
    <w:rsid w:val="006523F8"/>
    <w:rsid w:val="00664D2F"/>
    <w:rsid w:val="00682314"/>
    <w:rsid w:val="0069151B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3109"/>
    <w:rsid w:val="00794E69"/>
    <w:rsid w:val="007951AD"/>
    <w:rsid w:val="007A2468"/>
    <w:rsid w:val="007A4754"/>
    <w:rsid w:val="007B738E"/>
    <w:rsid w:val="007D36CE"/>
    <w:rsid w:val="007D5750"/>
    <w:rsid w:val="007E79B9"/>
    <w:rsid w:val="007F06FB"/>
    <w:rsid w:val="008032C1"/>
    <w:rsid w:val="00803950"/>
    <w:rsid w:val="008039F8"/>
    <w:rsid w:val="00824EED"/>
    <w:rsid w:val="0083667C"/>
    <w:rsid w:val="00845832"/>
    <w:rsid w:val="008460DE"/>
    <w:rsid w:val="008503D0"/>
    <w:rsid w:val="0086219A"/>
    <w:rsid w:val="00867E6C"/>
    <w:rsid w:val="00882E9F"/>
    <w:rsid w:val="008843C0"/>
    <w:rsid w:val="00884C37"/>
    <w:rsid w:val="008A0D67"/>
    <w:rsid w:val="008B3C7B"/>
    <w:rsid w:val="008C06FA"/>
    <w:rsid w:val="008D4CAF"/>
    <w:rsid w:val="008E370F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14A45"/>
    <w:rsid w:val="00A207D0"/>
    <w:rsid w:val="00A24942"/>
    <w:rsid w:val="00A311C9"/>
    <w:rsid w:val="00A32065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270"/>
    <w:rsid w:val="00AB7377"/>
    <w:rsid w:val="00AD329C"/>
    <w:rsid w:val="00AE2B0B"/>
    <w:rsid w:val="00AE44F6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35F27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0D31"/>
    <w:rsid w:val="00D06BAB"/>
    <w:rsid w:val="00D27F18"/>
    <w:rsid w:val="00D624FC"/>
    <w:rsid w:val="00D74F94"/>
    <w:rsid w:val="00DA5C19"/>
    <w:rsid w:val="00DB2994"/>
    <w:rsid w:val="00DD482A"/>
    <w:rsid w:val="00DE0396"/>
    <w:rsid w:val="00DE0405"/>
    <w:rsid w:val="00DE252B"/>
    <w:rsid w:val="00E02C7B"/>
    <w:rsid w:val="00E04527"/>
    <w:rsid w:val="00E15202"/>
    <w:rsid w:val="00E37A20"/>
    <w:rsid w:val="00E37C1B"/>
    <w:rsid w:val="00E5373B"/>
    <w:rsid w:val="00E569C6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D2521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2CAF"/>
    <w:rsid w:val="00F64924"/>
    <w:rsid w:val="00F70072"/>
    <w:rsid w:val="00F75BB8"/>
    <w:rsid w:val="00F82864"/>
    <w:rsid w:val="00F82D5C"/>
    <w:rsid w:val="00F94994"/>
    <w:rsid w:val="00FA5079"/>
    <w:rsid w:val="00FB2277"/>
    <w:rsid w:val="00FB27AD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324F70"/>
  </w:style>
  <w:style w:type="paragraph" w:customStyle="1" w:styleId="Zawartotabeli">
    <w:name w:val="Zawartość tabeli"/>
    <w:basedOn w:val="Normalny"/>
    <w:qFormat/>
    <w:rsid w:val="00AB7270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1742D-351B-4DAE-856B-BB3A42E35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258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PawełKołodziejski SPZOZMSWiA_Lodz</cp:lastModifiedBy>
  <cp:revision>2</cp:revision>
  <cp:lastPrinted>2022-05-17T06:51:00Z</cp:lastPrinted>
  <dcterms:created xsi:type="dcterms:W3CDTF">2025-05-28T10:53:00Z</dcterms:created>
  <dcterms:modified xsi:type="dcterms:W3CDTF">2025-05-28T10:53:00Z</dcterms:modified>
</cp:coreProperties>
</file>