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10"/>
      </w:tblGrid>
      <w:tr w:rsidR="00361FFA" w:rsidRPr="00BD3592" w14:paraId="6B584EDC" w14:textId="77777777" w:rsidTr="00C97D6C">
        <w:tc>
          <w:tcPr>
            <w:tcW w:w="9810" w:type="dxa"/>
            <w:shd w:val="clear" w:color="auto" w:fill="D9D9D9"/>
            <w:vAlign w:val="center"/>
          </w:tcPr>
          <w:p w14:paraId="54B5A438" w14:textId="49CD10ED" w:rsidR="000D52E6" w:rsidRPr="00BD3592" w:rsidRDefault="00B16F8E" w:rsidP="000D52E6">
            <w:pPr>
              <w:pStyle w:val="Tekstprzypisudolnego"/>
              <w:spacing w:after="40"/>
              <w:rPr>
                <w:rFonts w:ascii="Times New Roman" w:hAnsi="Times New Roman"/>
                <w:b/>
                <w:sz w:val="22"/>
                <w:szCs w:val="22"/>
              </w:rPr>
            </w:pPr>
            <w:r w:rsidRPr="00BD3592">
              <w:rPr>
                <w:rFonts w:ascii="Times New Roman" w:hAnsi="Times New Roman"/>
                <w:sz w:val="22"/>
                <w:szCs w:val="22"/>
              </w:rPr>
              <w:br w:type="page"/>
            </w:r>
            <w:r w:rsidR="005771CD" w:rsidRPr="00BD3592">
              <w:rPr>
                <w:rFonts w:ascii="Times New Roman" w:hAnsi="Times New Roman"/>
                <w:b/>
                <w:sz w:val="22"/>
                <w:szCs w:val="22"/>
              </w:rPr>
              <w:t>OR.D</w:t>
            </w:r>
            <w:r w:rsidR="005525E5">
              <w:rPr>
                <w:rFonts w:ascii="Times New Roman" w:hAnsi="Times New Roman"/>
                <w:b/>
                <w:sz w:val="22"/>
                <w:szCs w:val="22"/>
              </w:rPr>
              <w:t>ZP.</w:t>
            </w:r>
            <w:r w:rsidR="005771CD" w:rsidRPr="00BD3592">
              <w:rPr>
                <w:rFonts w:ascii="Times New Roman" w:hAnsi="Times New Roman"/>
                <w:b/>
                <w:sz w:val="22"/>
                <w:szCs w:val="22"/>
              </w:rPr>
              <w:t>270.</w:t>
            </w:r>
            <w:r w:rsidR="00765210">
              <w:rPr>
                <w:rFonts w:ascii="Times New Roman" w:hAnsi="Times New Roman"/>
                <w:b/>
                <w:sz w:val="22"/>
                <w:szCs w:val="22"/>
              </w:rPr>
              <w:t>21</w:t>
            </w:r>
            <w:r w:rsidR="009F4125" w:rsidRPr="00BD3592">
              <w:rPr>
                <w:rFonts w:ascii="Times New Roman" w:hAnsi="Times New Roman"/>
                <w:b/>
                <w:sz w:val="22"/>
                <w:szCs w:val="22"/>
              </w:rPr>
              <w:t>.20</w:t>
            </w:r>
            <w:r w:rsidR="00147153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="00A35F1C">
              <w:rPr>
                <w:rFonts w:ascii="Times New Roman" w:hAnsi="Times New Roman"/>
                <w:b/>
                <w:sz w:val="22"/>
                <w:szCs w:val="22"/>
              </w:rPr>
              <w:t>5</w:t>
            </w:r>
            <w:r w:rsidR="009F4125" w:rsidRPr="00BD3592">
              <w:rPr>
                <w:rFonts w:ascii="Times New Roman" w:hAnsi="Times New Roman"/>
                <w:b/>
                <w:sz w:val="22"/>
                <w:szCs w:val="22"/>
              </w:rPr>
              <w:t>.</w:t>
            </w:r>
            <w:r w:rsidR="008E1440" w:rsidRPr="00BD359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  <w:p w14:paraId="5769E3F1" w14:textId="4E1C99E6" w:rsidR="000D52E6" w:rsidRPr="00BD3592" w:rsidRDefault="005771CD" w:rsidP="00F879C6">
            <w:pPr>
              <w:pStyle w:val="Tekstprzypisudolnego"/>
              <w:spacing w:after="40"/>
              <w:rPr>
                <w:rFonts w:ascii="Times New Roman" w:hAnsi="Times New Roman"/>
                <w:b/>
                <w:sz w:val="22"/>
                <w:szCs w:val="22"/>
              </w:rPr>
            </w:pPr>
            <w:r w:rsidRPr="00BD3592">
              <w:rPr>
                <w:rFonts w:ascii="Times New Roman" w:hAnsi="Times New Roman"/>
                <w:b/>
                <w:sz w:val="22"/>
                <w:szCs w:val="22"/>
              </w:rPr>
              <w:t>Nr sprawy:</w:t>
            </w:r>
            <w:r w:rsidR="00765210">
              <w:rPr>
                <w:rFonts w:ascii="Times New Roman" w:hAnsi="Times New Roman"/>
                <w:b/>
                <w:sz w:val="22"/>
                <w:szCs w:val="22"/>
              </w:rPr>
              <w:t>21</w:t>
            </w:r>
            <w:r w:rsidR="000D52E6" w:rsidRPr="00BD3592">
              <w:rPr>
                <w:rFonts w:ascii="Times New Roman" w:hAnsi="Times New Roman"/>
                <w:b/>
                <w:sz w:val="22"/>
                <w:szCs w:val="22"/>
              </w:rPr>
              <w:t>/P/20</w:t>
            </w:r>
            <w:r w:rsidR="00147153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="00A35F1C"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  <w:p w14:paraId="145A6819" w14:textId="77777777" w:rsidR="00361FFA" w:rsidRPr="00BD3592" w:rsidRDefault="00B16F8E" w:rsidP="00F879C6">
            <w:pPr>
              <w:pStyle w:val="Tekstprzypisudolnego"/>
              <w:spacing w:after="40"/>
              <w:rPr>
                <w:rFonts w:ascii="Times New Roman" w:hAnsi="Times New Roman"/>
                <w:b/>
                <w:sz w:val="22"/>
                <w:szCs w:val="22"/>
              </w:rPr>
            </w:pPr>
            <w:r w:rsidRPr="00E17A2C">
              <w:rPr>
                <w:rFonts w:ascii="Times New Roman" w:hAnsi="Times New Roman"/>
                <w:b/>
                <w:sz w:val="22"/>
                <w:szCs w:val="22"/>
              </w:rPr>
              <w:t xml:space="preserve">Załącznik nr </w:t>
            </w:r>
            <w:r w:rsidR="00A84A01" w:rsidRPr="00E17A2C">
              <w:rPr>
                <w:rFonts w:ascii="Times New Roman" w:hAnsi="Times New Roman"/>
                <w:b/>
                <w:sz w:val="22"/>
                <w:szCs w:val="22"/>
              </w:rPr>
              <w:t>3</w:t>
            </w:r>
            <w:r w:rsidR="00361FFA" w:rsidRPr="00BD359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</w:tc>
      </w:tr>
      <w:tr w:rsidR="00361FFA" w:rsidRPr="00BD3592" w14:paraId="08E83171" w14:textId="77777777" w:rsidTr="00C97D6C">
        <w:trPr>
          <w:trHeight w:val="460"/>
        </w:trPr>
        <w:tc>
          <w:tcPr>
            <w:tcW w:w="9810" w:type="dxa"/>
            <w:shd w:val="clear" w:color="auto" w:fill="D9D9D9"/>
            <w:vAlign w:val="center"/>
          </w:tcPr>
          <w:p w14:paraId="35D64E93" w14:textId="77777777" w:rsidR="00B135E0" w:rsidRPr="00B135E0" w:rsidRDefault="00B135E0" w:rsidP="00B135E0">
            <w:pPr>
              <w:pStyle w:val="Nagwek1"/>
              <w:spacing w:after="40"/>
              <w:jc w:val="center"/>
              <w:rPr>
                <w:rFonts w:ascii="Times New Roman" w:hAnsi="Times New Roman" w:cs="Times New Roman"/>
              </w:rPr>
            </w:pPr>
            <w:r w:rsidRPr="00B135E0">
              <w:rPr>
                <w:rFonts w:ascii="Times New Roman" w:hAnsi="Times New Roman" w:cs="Times New Roman"/>
              </w:rPr>
              <w:t xml:space="preserve">Oświadczenie Wykonawcy </w:t>
            </w:r>
          </w:p>
          <w:p w14:paraId="79913298" w14:textId="0D9C8DC3" w:rsidR="00B135E0" w:rsidRPr="00B135E0" w:rsidRDefault="00B135E0" w:rsidP="00B135E0">
            <w:pPr>
              <w:pStyle w:val="Nagwek1"/>
              <w:spacing w:after="4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B135E0">
              <w:rPr>
                <w:rFonts w:ascii="Times New Roman" w:hAnsi="Times New Roman" w:cs="Times New Roman"/>
                <w:b w:val="0"/>
                <w:sz w:val="22"/>
                <w:szCs w:val="22"/>
              </w:rPr>
              <w:t>składane na podstawie art. 125 ust. 1 ustawy z dnia 11 września 2019 r.  Prawo zamówień publicznych (</w:t>
            </w:r>
            <w:r w:rsidR="00A5089C" w:rsidRPr="00A5089C">
              <w:rPr>
                <w:rFonts w:ascii="Times New Roman" w:hAnsi="Times New Roman" w:cs="Times New Roman"/>
                <w:b w:val="0"/>
                <w:sz w:val="22"/>
                <w:szCs w:val="22"/>
              </w:rPr>
              <w:t>Dz. U. Dz. U. z 2023 poz. 1605</w:t>
            </w:r>
            <w:r w:rsidR="00DA00DE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ze zm.</w:t>
            </w:r>
            <w:r w:rsidRPr="00B135E0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) (dalej jako: ustawa </w:t>
            </w:r>
            <w:proofErr w:type="spellStart"/>
            <w:r w:rsidRPr="00B135E0">
              <w:rPr>
                <w:rFonts w:ascii="Times New Roman" w:hAnsi="Times New Roman" w:cs="Times New Roman"/>
                <w:b w:val="0"/>
                <w:sz w:val="22"/>
                <w:szCs w:val="22"/>
              </w:rPr>
              <w:t>Pzp</w:t>
            </w:r>
            <w:proofErr w:type="spellEnd"/>
            <w:r w:rsidRPr="00B135E0">
              <w:rPr>
                <w:rFonts w:ascii="Times New Roman" w:hAnsi="Times New Roman" w:cs="Times New Roman"/>
                <w:b w:val="0"/>
                <w:sz w:val="22"/>
                <w:szCs w:val="22"/>
              </w:rPr>
              <w:t>), dotyczące:</w:t>
            </w:r>
          </w:p>
          <w:p w14:paraId="524EDF36" w14:textId="77777777" w:rsidR="00B135E0" w:rsidRPr="00B135E0" w:rsidRDefault="00B135E0" w:rsidP="009D544C">
            <w:pPr>
              <w:pStyle w:val="Nagwek1"/>
              <w:spacing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35E0">
              <w:rPr>
                <w:rFonts w:ascii="Times New Roman" w:hAnsi="Times New Roman" w:cs="Times New Roman"/>
                <w:sz w:val="22"/>
                <w:szCs w:val="22"/>
              </w:rPr>
              <w:t>PRZESŁANEK WYKLUCZENIA Z POSTĘPOWANIA</w:t>
            </w:r>
          </w:p>
          <w:p w14:paraId="4CCA533D" w14:textId="00C8C03B" w:rsidR="00361FFA" w:rsidRPr="00BD3592" w:rsidRDefault="00361FFA" w:rsidP="009D544C">
            <w:pPr>
              <w:pStyle w:val="Nagwek1"/>
              <w:spacing w:before="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EBD6D34" w14:textId="77777777" w:rsidR="00361FFA" w:rsidRPr="00BD3592" w:rsidRDefault="00361FFA" w:rsidP="00361FFA">
      <w:pPr>
        <w:spacing w:after="40"/>
        <w:rPr>
          <w:sz w:val="22"/>
          <w:szCs w:val="22"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10"/>
      </w:tblGrid>
      <w:tr w:rsidR="00361FFA" w:rsidRPr="00BD3592" w14:paraId="2FC1987A" w14:textId="77777777" w:rsidTr="00C97D6C">
        <w:trPr>
          <w:trHeight w:val="429"/>
        </w:trPr>
        <w:tc>
          <w:tcPr>
            <w:tcW w:w="9810" w:type="dxa"/>
            <w:vAlign w:val="center"/>
          </w:tcPr>
          <w:p w14:paraId="541343B9" w14:textId="10C6AC3B" w:rsidR="00B16F8E" w:rsidRPr="00BD3592" w:rsidRDefault="00B16F8E" w:rsidP="00B16F8E">
            <w:pPr>
              <w:jc w:val="both"/>
              <w:rPr>
                <w:sz w:val="22"/>
                <w:szCs w:val="22"/>
              </w:rPr>
            </w:pPr>
            <w:r w:rsidRPr="00BD3592">
              <w:rPr>
                <w:sz w:val="22"/>
                <w:szCs w:val="22"/>
              </w:rPr>
              <w:t>Przystępując do postępowania pn.</w:t>
            </w:r>
            <w:r w:rsidR="00765210">
              <w:rPr>
                <w:sz w:val="22"/>
                <w:szCs w:val="22"/>
              </w:rPr>
              <w:t>:</w:t>
            </w:r>
            <w:r w:rsidRPr="00BD3592">
              <w:rPr>
                <w:sz w:val="22"/>
                <w:szCs w:val="22"/>
              </w:rPr>
              <w:t xml:space="preserve"> </w:t>
            </w:r>
            <w:r w:rsidR="00361FFA" w:rsidRPr="00BD3592">
              <w:rPr>
                <w:sz w:val="22"/>
                <w:szCs w:val="22"/>
              </w:rPr>
              <w:t xml:space="preserve"> </w:t>
            </w:r>
          </w:p>
          <w:p w14:paraId="0219F643" w14:textId="77777777" w:rsidR="005771CD" w:rsidRPr="00BD3592" w:rsidRDefault="005771CD" w:rsidP="005771CD">
            <w:pPr>
              <w:pStyle w:val="Tekstpodstawowy2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  <w:p w14:paraId="741BDD98" w14:textId="550F050C" w:rsidR="00C87430" w:rsidRPr="00E771C1" w:rsidRDefault="00C87430" w:rsidP="00765210">
            <w:pPr>
              <w:autoSpaceDE w:val="0"/>
              <w:autoSpaceDN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71C1">
              <w:rPr>
                <w:rFonts w:eastAsia="Trebuchet MS"/>
                <w:b/>
                <w:bCs/>
                <w:color w:val="000000"/>
                <w:sz w:val="28"/>
                <w:szCs w:val="28"/>
                <w:lang w:bidi="pl-PL"/>
              </w:rPr>
              <w:t>„</w:t>
            </w:r>
            <w:r w:rsidR="00765210" w:rsidRPr="00E771C1">
              <w:rPr>
                <w:b/>
                <w:bCs/>
                <w:color w:val="000000"/>
                <w:sz w:val="28"/>
                <w:szCs w:val="28"/>
              </w:rPr>
              <w:t xml:space="preserve">Dostawa </w:t>
            </w:r>
            <w:r w:rsidR="00E247F2">
              <w:rPr>
                <w:b/>
                <w:bCs/>
                <w:color w:val="000000"/>
                <w:sz w:val="28"/>
                <w:szCs w:val="28"/>
              </w:rPr>
              <w:t xml:space="preserve">2 </w:t>
            </w:r>
            <w:r w:rsidR="00765210" w:rsidRPr="00E771C1">
              <w:rPr>
                <w:b/>
                <w:bCs/>
                <w:color w:val="000000"/>
                <w:sz w:val="28"/>
                <w:szCs w:val="28"/>
              </w:rPr>
              <w:t>urządze</w:t>
            </w:r>
            <w:r w:rsidR="00E247F2">
              <w:rPr>
                <w:b/>
                <w:bCs/>
                <w:color w:val="000000"/>
                <w:sz w:val="28"/>
                <w:szCs w:val="28"/>
              </w:rPr>
              <w:t>ń</w:t>
            </w:r>
            <w:r w:rsidR="00765210" w:rsidRPr="00E771C1">
              <w:rPr>
                <w:b/>
                <w:bCs/>
                <w:color w:val="000000"/>
                <w:sz w:val="28"/>
                <w:szCs w:val="28"/>
              </w:rPr>
              <w:t xml:space="preserve"> do badania integralności filtrów</w:t>
            </w:r>
            <w:r w:rsidR="00193219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E247F2">
              <w:rPr>
                <w:b/>
                <w:bCs/>
                <w:color w:val="000000"/>
                <w:sz w:val="28"/>
                <w:szCs w:val="28"/>
              </w:rPr>
              <w:t>w podziale na części”.</w:t>
            </w:r>
          </w:p>
          <w:p w14:paraId="39092AF4" w14:textId="11F4B6F7" w:rsidR="00361FFA" w:rsidRPr="00583389" w:rsidRDefault="00361FFA" w:rsidP="00A56EC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361FFA" w:rsidRPr="00BD3592" w14:paraId="4A165D72" w14:textId="77777777" w:rsidTr="00C97D6C">
        <w:trPr>
          <w:trHeight w:val="429"/>
        </w:trPr>
        <w:tc>
          <w:tcPr>
            <w:tcW w:w="9810" w:type="dxa"/>
            <w:vAlign w:val="center"/>
          </w:tcPr>
          <w:p w14:paraId="310355E4" w14:textId="77777777" w:rsidR="00B16F8E" w:rsidRPr="00BD3592" w:rsidRDefault="00361FFA" w:rsidP="00F61500">
            <w:pPr>
              <w:spacing w:after="40"/>
              <w:rPr>
                <w:sz w:val="22"/>
                <w:szCs w:val="22"/>
              </w:rPr>
            </w:pPr>
            <w:r w:rsidRPr="00BD3592">
              <w:rPr>
                <w:sz w:val="22"/>
                <w:szCs w:val="22"/>
              </w:rPr>
              <w:t>działając w imieniu Wykonawcy:</w:t>
            </w:r>
          </w:p>
          <w:p w14:paraId="6802CFF0" w14:textId="5E53F206" w:rsidR="00361FFA" w:rsidRPr="00BD3592" w:rsidRDefault="00361FFA" w:rsidP="00F61500">
            <w:pPr>
              <w:spacing w:after="40"/>
              <w:rPr>
                <w:sz w:val="22"/>
                <w:szCs w:val="22"/>
              </w:rPr>
            </w:pPr>
            <w:r w:rsidRPr="00BD3592">
              <w:rPr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  <w:r w:rsidR="00F879C6">
              <w:rPr>
                <w:sz w:val="22"/>
                <w:szCs w:val="22"/>
              </w:rPr>
              <w:t>………………………………………………………………………………………</w:t>
            </w:r>
            <w:r w:rsidR="00B16F8E" w:rsidRPr="00BD3592">
              <w:rPr>
                <w:sz w:val="22"/>
                <w:szCs w:val="22"/>
              </w:rPr>
              <w:t>…</w:t>
            </w:r>
            <w:r w:rsidRPr="00BD3592">
              <w:rPr>
                <w:sz w:val="22"/>
                <w:szCs w:val="22"/>
              </w:rPr>
              <w:t>…</w:t>
            </w:r>
            <w:r w:rsidR="00765210">
              <w:rPr>
                <w:sz w:val="22"/>
                <w:szCs w:val="22"/>
              </w:rPr>
              <w:t>………………</w:t>
            </w:r>
          </w:p>
          <w:p w14:paraId="4EF0084C" w14:textId="04685068" w:rsidR="00361FFA" w:rsidRPr="00BD3592" w:rsidRDefault="00361FFA" w:rsidP="00F61500">
            <w:pPr>
              <w:spacing w:after="40"/>
              <w:rPr>
                <w:sz w:val="22"/>
                <w:szCs w:val="22"/>
              </w:rPr>
            </w:pPr>
            <w:r w:rsidRPr="00BD3592">
              <w:rPr>
                <w:sz w:val="22"/>
                <w:szCs w:val="22"/>
              </w:rPr>
              <w:t>………………………………………………………………………………………</w:t>
            </w:r>
            <w:r w:rsidR="00B16F8E" w:rsidRPr="00BD3592">
              <w:rPr>
                <w:sz w:val="22"/>
                <w:szCs w:val="22"/>
              </w:rPr>
              <w:t>…………………</w:t>
            </w:r>
            <w:r w:rsidR="00765210">
              <w:rPr>
                <w:sz w:val="22"/>
                <w:szCs w:val="22"/>
              </w:rPr>
              <w:t>………</w:t>
            </w:r>
          </w:p>
          <w:p w14:paraId="697B2AD7" w14:textId="3C909E38" w:rsidR="00A30D9D" w:rsidRPr="00BD3592" w:rsidRDefault="00A30D9D" w:rsidP="00790F1F">
            <w:pPr>
              <w:spacing w:after="40"/>
              <w:rPr>
                <w:sz w:val="22"/>
                <w:szCs w:val="22"/>
              </w:rPr>
            </w:pPr>
            <w:r w:rsidRPr="00BD3592">
              <w:rPr>
                <w:sz w:val="22"/>
                <w:szCs w:val="22"/>
              </w:rPr>
              <w:t>Województwo …………………………………………………</w:t>
            </w:r>
            <w:r w:rsidR="00F879C6">
              <w:rPr>
                <w:sz w:val="22"/>
                <w:szCs w:val="22"/>
              </w:rPr>
              <w:t>……</w:t>
            </w:r>
            <w:r w:rsidRPr="00BD3592">
              <w:rPr>
                <w:sz w:val="22"/>
                <w:szCs w:val="22"/>
              </w:rPr>
              <w:t>…………………………………………………</w:t>
            </w:r>
            <w:r w:rsidR="00765210">
              <w:rPr>
                <w:sz w:val="22"/>
                <w:szCs w:val="22"/>
              </w:rPr>
              <w:t>………..</w:t>
            </w:r>
          </w:p>
          <w:p w14:paraId="35277524" w14:textId="294916D3" w:rsidR="00790F1F" w:rsidRPr="00BD3592" w:rsidRDefault="00A30D9D" w:rsidP="00F61500">
            <w:pPr>
              <w:spacing w:after="40"/>
              <w:rPr>
                <w:sz w:val="22"/>
                <w:szCs w:val="22"/>
              </w:rPr>
            </w:pPr>
            <w:r w:rsidRPr="00BD3592">
              <w:rPr>
                <w:sz w:val="22"/>
                <w:szCs w:val="22"/>
              </w:rPr>
              <w:t>NIP …………………………………………………………………………………………………………</w:t>
            </w:r>
            <w:r w:rsidR="00765210">
              <w:rPr>
                <w:sz w:val="22"/>
                <w:szCs w:val="22"/>
              </w:rPr>
              <w:t>…..</w:t>
            </w:r>
          </w:p>
          <w:p w14:paraId="45C5A34B" w14:textId="77777777" w:rsidR="00361FFA" w:rsidRPr="00BD3592" w:rsidRDefault="00A30D9D" w:rsidP="00F61500">
            <w:pPr>
              <w:spacing w:after="40"/>
              <w:jc w:val="center"/>
              <w:rPr>
                <w:sz w:val="18"/>
                <w:szCs w:val="18"/>
              </w:rPr>
            </w:pPr>
            <w:r w:rsidRPr="00BD3592">
              <w:rPr>
                <w:sz w:val="18"/>
                <w:szCs w:val="18"/>
              </w:rPr>
              <w:t xml:space="preserve">(podać nazwę, </w:t>
            </w:r>
            <w:r w:rsidR="00361FFA" w:rsidRPr="00BD3592">
              <w:rPr>
                <w:sz w:val="18"/>
                <w:szCs w:val="18"/>
              </w:rPr>
              <w:t xml:space="preserve">adres </w:t>
            </w:r>
            <w:r w:rsidRPr="00BD3592">
              <w:rPr>
                <w:sz w:val="18"/>
                <w:szCs w:val="18"/>
              </w:rPr>
              <w:t xml:space="preserve">oraz NIP </w:t>
            </w:r>
            <w:r w:rsidR="00361FFA" w:rsidRPr="00BD3592">
              <w:rPr>
                <w:sz w:val="18"/>
                <w:szCs w:val="18"/>
              </w:rPr>
              <w:t>Wykonawcy)</w:t>
            </w:r>
          </w:p>
        </w:tc>
      </w:tr>
      <w:tr w:rsidR="00361FFA" w:rsidRPr="00BD3592" w14:paraId="42815F61" w14:textId="77777777" w:rsidTr="00C97D6C">
        <w:trPr>
          <w:trHeight w:val="803"/>
        </w:trPr>
        <w:tc>
          <w:tcPr>
            <w:tcW w:w="9810" w:type="dxa"/>
            <w:vAlign w:val="center"/>
          </w:tcPr>
          <w:p w14:paraId="570BB927" w14:textId="77777777" w:rsidR="00533E3A" w:rsidRPr="00BD3592" w:rsidRDefault="00533E3A" w:rsidP="00F61500">
            <w:pPr>
              <w:spacing w:after="40"/>
              <w:jc w:val="center"/>
              <w:rPr>
                <w:b/>
                <w:sz w:val="22"/>
                <w:szCs w:val="22"/>
              </w:rPr>
            </w:pPr>
          </w:p>
          <w:p w14:paraId="77CAE5BB" w14:textId="77777777" w:rsidR="00361FFA" w:rsidRPr="00BD3592" w:rsidRDefault="00361FFA" w:rsidP="00F61500">
            <w:pPr>
              <w:spacing w:after="40"/>
              <w:jc w:val="center"/>
              <w:rPr>
                <w:b/>
                <w:sz w:val="22"/>
                <w:szCs w:val="22"/>
                <w:u w:val="single"/>
              </w:rPr>
            </w:pPr>
            <w:r w:rsidRPr="00BD3592">
              <w:rPr>
                <w:b/>
                <w:sz w:val="22"/>
                <w:szCs w:val="22"/>
                <w:u w:val="single"/>
              </w:rPr>
              <w:t>Oświadczam, że na dzień składania ofert  nie podlegam wykluczeniu z postępowania i spełniam warunki udziału w postępowaniu.</w:t>
            </w:r>
          </w:p>
          <w:p w14:paraId="3DDC2B99" w14:textId="77777777" w:rsidR="00533E3A" w:rsidRPr="00BD3592" w:rsidRDefault="00533E3A" w:rsidP="00F61500">
            <w:pPr>
              <w:spacing w:after="40"/>
              <w:jc w:val="center"/>
              <w:rPr>
                <w:b/>
                <w:sz w:val="22"/>
                <w:szCs w:val="22"/>
              </w:rPr>
            </w:pPr>
          </w:p>
        </w:tc>
      </w:tr>
      <w:tr w:rsidR="00361FFA" w:rsidRPr="00BD3592" w14:paraId="1A069544" w14:textId="77777777" w:rsidTr="00C97D6C">
        <w:trPr>
          <w:trHeight w:val="283"/>
        </w:trPr>
        <w:tc>
          <w:tcPr>
            <w:tcW w:w="9810" w:type="dxa"/>
            <w:vAlign w:val="center"/>
          </w:tcPr>
          <w:p w14:paraId="7834DB0F" w14:textId="77777777" w:rsidR="00BA1E51" w:rsidRPr="00583389" w:rsidRDefault="00BA1E51" w:rsidP="0016618E">
            <w:pPr>
              <w:spacing w:after="40"/>
              <w:jc w:val="both"/>
              <w:rPr>
                <w:sz w:val="22"/>
                <w:szCs w:val="22"/>
              </w:rPr>
            </w:pPr>
            <w:r w:rsidRPr="00583389">
              <w:rPr>
                <w:sz w:val="22"/>
                <w:szCs w:val="22"/>
              </w:rPr>
              <w:t>1) Oświadczam, że nie podlegam wykluczeniu z postępowania na podstawie art. 7 ust.1 ustawy z dnia 13 kwietnia 2022 r. o szczególnych rozwiązaniach w zakresie przeciwdziałania wspieraniu agresji na Ukrainę oraz służących ochronie bezpieczeństwa narodowego.</w:t>
            </w:r>
          </w:p>
          <w:p w14:paraId="1EC4D1F3" w14:textId="77777777" w:rsidR="00B135E0" w:rsidRPr="00B135E0" w:rsidRDefault="00BA1E51" w:rsidP="0016618E">
            <w:pPr>
              <w:spacing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</w:t>
            </w:r>
            <w:r w:rsidR="00B135E0" w:rsidRPr="00B135E0">
              <w:rPr>
                <w:sz w:val="22"/>
                <w:szCs w:val="22"/>
              </w:rPr>
              <w:t xml:space="preserve">Oświadczam, że nie podlegam wykluczeniu z postępowania na podstawie art. 108 ust 1 ustawy </w:t>
            </w:r>
            <w:proofErr w:type="spellStart"/>
            <w:r w:rsidR="00B135E0" w:rsidRPr="00B135E0">
              <w:rPr>
                <w:sz w:val="22"/>
                <w:szCs w:val="22"/>
              </w:rPr>
              <w:t>Pzp</w:t>
            </w:r>
            <w:proofErr w:type="spellEnd"/>
            <w:r w:rsidR="00B135E0" w:rsidRPr="00B135E0">
              <w:rPr>
                <w:sz w:val="22"/>
                <w:szCs w:val="22"/>
              </w:rPr>
              <w:t>.</w:t>
            </w:r>
          </w:p>
          <w:p w14:paraId="7FB728B9" w14:textId="77777777" w:rsidR="00B135E0" w:rsidRPr="002A22CE" w:rsidRDefault="00BA1E51" w:rsidP="0016618E">
            <w:pPr>
              <w:spacing w:after="40"/>
              <w:jc w:val="both"/>
              <w:rPr>
                <w:strike/>
                <w:sz w:val="22"/>
                <w:szCs w:val="22"/>
              </w:rPr>
            </w:pPr>
            <w:r w:rsidRPr="002A22CE">
              <w:rPr>
                <w:strike/>
                <w:sz w:val="22"/>
                <w:szCs w:val="22"/>
              </w:rPr>
              <w:t xml:space="preserve">3) </w:t>
            </w:r>
            <w:r w:rsidR="00B135E0" w:rsidRPr="002A22CE">
              <w:rPr>
                <w:strike/>
                <w:sz w:val="22"/>
                <w:szCs w:val="22"/>
              </w:rPr>
              <w:t xml:space="preserve">Oświadczam, że nie podlegam wykluczeniu z postępowania na podstawie art. 109 ust. 1 ustawy </w:t>
            </w:r>
            <w:proofErr w:type="spellStart"/>
            <w:r w:rsidR="00B135E0" w:rsidRPr="002A22CE">
              <w:rPr>
                <w:strike/>
                <w:sz w:val="22"/>
                <w:szCs w:val="22"/>
              </w:rPr>
              <w:t>Pzp</w:t>
            </w:r>
            <w:proofErr w:type="spellEnd"/>
            <w:r w:rsidR="00B135E0" w:rsidRPr="002A22CE">
              <w:rPr>
                <w:strike/>
                <w:sz w:val="22"/>
                <w:szCs w:val="22"/>
              </w:rPr>
              <w:t>, w zakresie:</w:t>
            </w:r>
            <w:r w:rsidR="00C97D6C" w:rsidRPr="002A22CE">
              <w:rPr>
                <w:strike/>
                <w:sz w:val="22"/>
                <w:szCs w:val="22"/>
              </w:rPr>
              <w:t xml:space="preserve"> </w:t>
            </w:r>
            <w:r w:rsidR="00D04F51" w:rsidRPr="002A22CE">
              <w:rPr>
                <w:strike/>
                <w:sz w:val="22"/>
                <w:szCs w:val="22"/>
              </w:rPr>
              <w:t xml:space="preserve"> </w:t>
            </w:r>
          </w:p>
          <w:p w14:paraId="5880EFD3" w14:textId="77777777" w:rsidR="00D04F51" w:rsidRPr="00765210" w:rsidRDefault="00D04F51" w:rsidP="00765210">
            <w:pPr>
              <w:tabs>
                <w:tab w:val="left" w:pos="459"/>
              </w:tabs>
              <w:spacing w:after="40"/>
              <w:rPr>
                <w:sz w:val="22"/>
                <w:szCs w:val="22"/>
              </w:rPr>
            </w:pPr>
          </w:p>
          <w:p w14:paraId="657D4A37" w14:textId="77777777"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 xml:space="preserve">…………….……. (miejscowość), dnia ………….……. r. </w:t>
            </w:r>
          </w:p>
          <w:p w14:paraId="129514A6" w14:textId="77777777" w:rsidR="00C97D6C" w:rsidRDefault="00B135E0" w:rsidP="00C97D6C">
            <w:pPr>
              <w:pStyle w:val="Akapitzlist"/>
              <w:tabs>
                <w:tab w:val="left" w:pos="459"/>
                <w:tab w:val="left" w:pos="3915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ab/>
            </w:r>
          </w:p>
          <w:p w14:paraId="7C45D0A9" w14:textId="77777777" w:rsidR="00B135E0" w:rsidRPr="00B135E0" w:rsidRDefault="00B135E0" w:rsidP="00765210">
            <w:pPr>
              <w:pStyle w:val="Akapitzlist"/>
              <w:tabs>
                <w:tab w:val="left" w:pos="459"/>
                <w:tab w:val="left" w:pos="3915"/>
              </w:tabs>
              <w:spacing w:after="40"/>
              <w:ind w:left="459"/>
              <w:jc w:val="right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="00C97D6C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  <w:t>…………………………………………</w:t>
            </w:r>
          </w:p>
          <w:p w14:paraId="1D62D19E" w14:textId="77777777" w:rsidR="0021697F" w:rsidRDefault="00A84A01" w:rsidP="00765210">
            <w:pPr>
              <w:pStyle w:val="Akapitzlist"/>
              <w:tabs>
                <w:tab w:val="left" w:pos="459"/>
              </w:tabs>
              <w:spacing w:after="40"/>
              <w:ind w:left="4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</w:t>
            </w:r>
            <w:r w:rsidR="00B135E0" w:rsidRPr="00B135E0">
              <w:rPr>
                <w:sz w:val="22"/>
                <w:szCs w:val="22"/>
              </w:rPr>
              <w:t>(podpis)</w:t>
            </w:r>
          </w:p>
          <w:p w14:paraId="7310555D" w14:textId="77777777" w:rsid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14:paraId="54A7CF1D" w14:textId="4E2A0152" w:rsidR="00B135E0" w:rsidRPr="00B135E0" w:rsidRDefault="00B135E0" w:rsidP="00C80B4D">
            <w:pPr>
              <w:pStyle w:val="Akapitzlist"/>
              <w:tabs>
                <w:tab w:val="left" w:pos="459"/>
              </w:tabs>
              <w:spacing w:after="40"/>
              <w:ind w:left="459"/>
              <w:jc w:val="both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 xml:space="preserve">Oświadczam, że zachodzą w stosunku do mnie podstawy wykluczenia z postępowania na podstawie art. …………. ustawy </w:t>
            </w:r>
            <w:proofErr w:type="spellStart"/>
            <w:r w:rsidRPr="00B135E0">
              <w:rPr>
                <w:sz w:val="22"/>
                <w:szCs w:val="22"/>
              </w:rPr>
              <w:t>Pzp</w:t>
            </w:r>
            <w:proofErr w:type="spellEnd"/>
            <w:r w:rsidRPr="00B135E0">
              <w:rPr>
                <w:sz w:val="22"/>
                <w:szCs w:val="22"/>
              </w:rPr>
              <w:t xml:space="preserve"> (podać mającą zastosowanie podstawę wykluczenia z art. 108 ust. 1 </w:t>
            </w:r>
            <w:r w:rsidRPr="002A22CE">
              <w:rPr>
                <w:strike/>
                <w:sz w:val="22"/>
                <w:szCs w:val="22"/>
              </w:rPr>
              <w:t>lub spośród wymienionych z art. 109 ust. 1</w:t>
            </w:r>
            <w:r w:rsidRPr="00B135E0">
              <w:rPr>
                <w:sz w:val="22"/>
                <w:szCs w:val="22"/>
              </w:rPr>
              <w:t xml:space="preserve"> ustawy </w:t>
            </w:r>
            <w:proofErr w:type="spellStart"/>
            <w:r w:rsidRPr="00B135E0">
              <w:rPr>
                <w:sz w:val="22"/>
                <w:szCs w:val="22"/>
              </w:rPr>
              <w:t>Pzp</w:t>
            </w:r>
            <w:proofErr w:type="spellEnd"/>
            <w:r w:rsidRPr="00B135E0">
              <w:rPr>
                <w:sz w:val="22"/>
                <w:szCs w:val="22"/>
              </w:rPr>
              <w:t xml:space="preserve">). Jednocześnie oświadczam, że w związku z ww. okolicznością, na podstawie art. 110 ust. 2 ustawy </w:t>
            </w:r>
            <w:proofErr w:type="spellStart"/>
            <w:r w:rsidRPr="00B135E0">
              <w:rPr>
                <w:sz w:val="22"/>
                <w:szCs w:val="22"/>
              </w:rPr>
              <w:t>Pzp</w:t>
            </w:r>
            <w:proofErr w:type="spellEnd"/>
            <w:r w:rsidRPr="00B135E0">
              <w:rPr>
                <w:sz w:val="22"/>
                <w:szCs w:val="22"/>
              </w:rPr>
              <w:t xml:space="preserve"> podjąłem następujące środki naprawcze: ……………………………………………………………………………………………………………………………………………………………………………………………………………..……………</w:t>
            </w:r>
            <w:r w:rsidRPr="00B135E0">
              <w:rPr>
                <w:sz w:val="22"/>
                <w:szCs w:val="22"/>
              </w:rPr>
              <w:lastRenderedPageBreak/>
              <w:t>……............………………………………………………………………………………………………</w:t>
            </w:r>
            <w:r w:rsidR="00765210">
              <w:rPr>
                <w:sz w:val="22"/>
                <w:szCs w:val="22"/>
              </w:rPr>
              <w:t>..</w:t>
            </w:r>
            <w:r w:rsidRPr="00B135E0">
              <w:rPr>
                <w:sz w:val="22"/>
                <w:szCs w:val="22"/>
              </w:rPr>
              <w:t>………………………</w:t>
            </w:r>
            <w:r w:rsidR="00765210">
              <w:rPr>
                <w:sz w:val="22"/>
                <w:szCs w:val="22"/>
              </w:rPr>
              <w:t>……………………………………………………………………………………..</w:t>
            </w:r>
          </w:p>
          <w:p w14:paraId="44C16EF7" w14:textId="77777777"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14:paraId="4BCAD4FE" w14:textId="77777777" w:rsid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 xml:space="preserve">……….……. (miejscowość), dnia ………….……. r. </w:t>
            </w:r>
          </w:p>
          <w:p w14:paraId="3F59F741" w14:textId="77777777"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14:paraId="796F506D" w14:textId="77777777"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  <w:t>…………………………………………</w:t>
            </w:r>
          </w:p>
          <w:p w14:paraId="3E6D614E" w14:textId="49D09600" w:rsid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</w:t>
            </w:r>
            <w:r w:rsidRPr="00B135E0">
              <w:rPr>
                <w:sz w:val="22"/>
                <w:szCs w:val="22"/>
              </w:rPr>
              <w:t>(podpis)</w:t>
            </w:r>
          </w:p>
          <w:p w14:paraId="6217488D" w14:textId="77777777" w:rsidR="00E771C1" w:rsidRPr="00B135E0" w:rsidRDefault="00E771C1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14:paraId="12E0A85D" w14:textId="77777777" w:rsidR="00E771C1" w:rsidRPr="00801D96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b/>
                <w:bCs/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>Oświadczam, że spełniam, określone przez Zamawiającego, warunki udziału w postępowaniu:</w:t>
            </w:r>
            <w:r w:rsidR="00801D96">
              <w:rPr>
                <w:sz w:val="22"/>
                <w:szCs w:val="22"/>
              </w:rPr>
              <w:t xml:space="preserve"> </w:t>
            </w:r>
            <w:r w:rsidR="00801D96">
              <w:rPr>
                <w:sz w:val="22"/>
                <w:szCs w:val="22"/>
              </w:rPr>
              <w:br/>
            </w:r>
          </w:p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851"/>
              <w:gridCol w:w="8166"/>
            </w:tblGrid>
            <w:tr w:rsidR="00E771C1" w:rsidRPr="00981D5A" w14:paraId="4F48D559" w14:textId="77777777" w:rsidTr="00E771C1"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0AC60A0" w14:textId="77777777" w:rsidR="00E771C1" w:rsidRPr="00E771C1" w:rsidRDefault="00E771C1" w:rsidP="00E771C1">
                  <w:pPr>
                    <w:spacing w:before="60" w:after="12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E771C1">
                    <w:rPr>
                      <w:b/>
                      <w:sz w:val="22"/>
                      <w:szCs w:val="22"/>
                    </w:rPr>
                    <w:t>Lp.</w:t>
                  </w:r>
                </w:p>
              </w:tc>
              <w:tc>
                <w:tcPr>
                  <w:tcW w:w="8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003DD2D" w14:textId="639A969E" w:rsidR="00E771C1" w:rsidRPr="00E771C1" w:rsidRDefault="00E771C1" w:rsidP="00E771C1">
                  <w:pPr>
                    <w:spacing w:before="60" w:after="120"/>
                    <w:rPr>
                      <w:sz w:val="22"/>
                      <w:szCs w:val="22"/>
                    </w:rPr>
                  </w:pPr>
                  <w:r w:rsidRPr="00E771C1">
                    <w:rPr>
                      <w:b/>
                      <w:sz w:val="22"/>
                      <w:szCs w:val="22"/>
                    </w:rPr>
                    <w:t xml:space="preserve">Warunki udziału w postępowaniu </w:t>
                  </w:r>
                </w:p>
              </w:tc>
            </w:tr>
            <w:tr w:rsidR="00E771C1" w:rsidRPr="00981D5A" w14:paraId="68096D87" w14:textId="77777777" w:rsidTr="00E771C1">
              <w:trPr>
                <w:trHeight w:val="1572"/>
              </w:trPr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82D948B" w14:textId="77777777" w:rsidR="00E771C1" w:rsidRPr="00E771C1" w:rsidRDefault="00E771C1" w:rsidP="00E771C1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14:paraId="47A870D6" w14:textId="77777777" w:rsidR="00E771C1" w:rsidRPr="00E771C1" w:rsidRDefault="00E771C1" w:rsidP="00E771C1">
                  <w:pPr>
                    <w:jc w:val="center"/>
                    <w:rPr>
                      <w:sz w:val="22"/>
                      <w:szCs w:val="22"/>
                    </w:rPr>
                  </w:pPr>
                  <w:r w:rsidRPr="00E771C1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8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3FDA181" w14:textId="3DB9392E" w:rsidR="00E771C1" w:rsidRPr="00E771C1" w:rsidRDefault="00E771C1" w:rsidP="00E771C1">
                  <w:pPr>
                    <w:widowControl w:val="0"/>
                    <w:tabs>
                      <w:tab w:val="left" w:pos="426"/>
                    </w:tabs>
                    <w:spacing w:after="100" w:line="264" w:lineRule="auto"/>
                    <w:jc w:val="both"/>
                    <w:rPr>
                      <w:sz w:val="22"/>
                      <w:szCs w:val="22"/>
                      <w:lang w:eastAsia="en-US" w:bidi="pl-PL"/>
                    </w:rPr>
                  </w:pPr>
                  <w:r w:rsidRPr="00E771C1">
                    <w:rPr>
                      <w:sz w:val="22"/>
                      <w:szCs w:val="22"/>
                      <w:lang w:eastAsia="en-US" w:bidi="pl-PL"/>
                    </w:rPr>
                    <w:t>Zamawiający wymaga, aby</w:t>
                  </w:r>
                  <w:r w:rsidR="00E247F2">
                    <w:rPr>
                      <w:sz w:val="22"/>
                      <w:szCs w:val="22"/>
                      <w:lang w:eastAsia="en-US" w:bidi="pl-PL"/>
                    </w:rPr>
                    <w:t xml:space="preserve"> </w:t>
                  </w:r>
                  <w:r w:rsidR="00E247F2" w:rsidRPr="00E247F2">
                    <w:rPr>
                      <w:b/>
                      <w:bCs/>
                      <w:sz w:val="22"/>
                      <w:szCs w:val="22"/>
                      <w:lang w:eastAsia="en-US" w:bidi="pl-PL"/>
                    </w:rPr>
                    <w:t>w zakresie części 1</w:t>
                  </w:r>
                  <w:r w:rsidRPr="00E247F2">
                    <w:rPr>
                      <w:b/>
                      <w:bCs/>
                      <w:sz w:val="22"/>
                      <w:szCs w:val="22"/>
                      <w:lang w:eastAsia="en-US" w:bidi="pl-PL"/>
                    </w:rPr>
                    <w:t>:</w:t>
                  </w:r>
                </w:p>
                <w:p w14:paraId="54298A95" w14:textId="541D3F83" w:rsidR="00E771C1" w:rsidRDefault="00E771C1" w:rsidP="00E771C1">
                  <w:pPr>
                    <w:pStyle w:val="Tekstpodstawowywcity3"/>
                    <w:ind w:left="0"/>
                    <w:jc w:val="both"/>
                    <w:rPr>
                      <w:bCs/>
                      <w:sz w:val="22"/>
                      <w:szCs w:val="22"/>
                    </w:rPr>
                  </w:pPr>
                  <w:r w:rsidRPr="00E771C1">
                    <w:rPr>
                      <w:bCs/>
                      <w:i/>
                      <w:sz w:val="22"/>
                      <w:szCs w:val="22"/>
                    </w:rPr>
                    <w:t xml:space="preserve">warunek zostanie spełniony, jeżeli wykonawca wykaże się  należytym wykonaniem w ciągu ostatnich trzech lat  przed dniem składania ofert, a jeżeli okres prowadzenia działalności jest krótszy – w tym okresie, co najmniej </w:t>
                  </w:r>
                  <w:r w:rsidR="00E247F2">
                    <w:rPr>
                      <w:bCs/>
                      <w:i/>
                      <w:sz w:val="22"/>
                      <w:szCs w:val="22"/>
                    </w:rPr>
                    <w:t>dwóch</w:t>
                  </w:r>
                  <w:r w:rsidRPr="00E771C1">
                    <w:rPr>
                      <w:bCs/>
                      <w:i/>
                      <w:sz w:val="22"/>
                      <w:szCs w:val="22"/>
                    </w:rPr>
                    <w:t xml:space="preserve"> dostaw </w:t>
                  </w:r>
                  <w:r w:rsidRPr="00E771C1">
                    <w:rPr>
                      <w:b/>
                      <w:bCs/>
                      <w:i/>
                      <w:sz w:val="22"/>
                      <w:szCs w:val="22"/>
                    </w:rPr>
                    <w:t xml:space="preserve">urządzeń do badania integralności filtrów </w:t>
                  </w:r>
                  <w:r w:rsidRPr="00E771C1">
                    <w:rPr>
                      <w:bCs/>
                      <w:i/>
                      <w:sz w:val="22"/>
                      <w:szCs w:val="22"/>
                    </w:rPr>
                    <w:t xml:space="preserve">o wartości minimum </w:t>
                  </w:r>
                  <w:r w:rsidR="00E247F2">
                    <w:rPr>
                      <w:b/>
                      <w:bCs/>
                      <w:i/>
                      <w:sz w:val="22"/>
                      <w:szCs w:val="22"/>
                    </w:rPr>
                    <w:t>70</w:t>
                  </w:r>
                  <w:r w:rsidRPr="00E771C1">
                    <w:rPr>
                      <w:b/>
                      <w:bCs/>
                      <w:i/>
                      <w:sz w:val="22"/>
                      <w:szCs w:val="22"/>
                    </w:rPr>
                    <w:t> 000,00 zł</w:t>
                  </w:r>
                  <w:r w:rsidRPr="00E771C1">
                    <w:rPr>
                      <w:bCs/>
                      <w:i/>
                      <w:sz w:val="22"/>
                      <w:szCs w:val="22"/>
                    </w:rPr>
                    <w:t xml:space="preserve"> brutto każda</w:t>
                  </w:r>
                  <w:r w:rsidRPr="00E771C1">
                    <w:rPr>
                      <w:bCs/>
                      <w:sz w:val="22"/>
                      <w:szCs w:val="22"/>
                    </w:rPr>
                    <w:t>.</w:t>
                  </w:r>
                </w:p>
                <w:p w14:paraId="68DDF952" w14:textId="616ECBD0" w:rsidR="00E247F2" w:rsidRPr="00E771C1" w:rsidRDefault="00E247F2" w:rsidP="00E247F2">
                  <w:pPr>
                    <w:widowControl w:val="0"/>
                    <w:tabs>
                      <w:tab w:val="left" w:pos="426"/>
                    </w:tabs>
                    <w:spacing w:after="100" w:line="264" w:lineRule="auto"/>
                    <w:jc w:val="both"/>
                    <w:rPr>
                      <w:sz w:val="22"/>
                      <w:szCs w:val="22"/>
                      <w:lang w:eastAsia="en-US" w:bidi="pl-PL"/>
                    </w:rPr>
                  </w:pPr>
                  <w:r w:rsidRPr="00E771C1">
                    <w:rPr>
                      <w:sz w:val="22"/>
                      <w:szCs w:val="22"/>
                      <w:lang w:eastAsia="en-US" w:bidi="pl-PL"/>
                    </w:rPr>
                    <w:t>Zamawiający wymaga, aby</w:t>
                  </w:r>
                  <w:r>
                    <w:rPr>
                      <w:sz w:val="22"/>
                      <w:szCs w:val="22"/>
                      <w:lang w:eastAsia="en-US" w:bidi="pl-PL"/>
                    </w:rPr>
                    <w:t xml:space="preserve"> </w:t>
                  </w:r>
                  <w:r w:rsidRPr="00E247F2">
                    <w:rPr>
                      <w:b/>
                      <w:bCs/>
                      <w:sz w:val="22"/>
                      <w:szCs w:val="22"/>
                      <w:lang w:eastAsia="en-US" w:bidi="pl-PL"/>
                    </w:rPr>
                    <w:t xml:space="preserve">w zakresie części </w:t>
                  </w:r>
                  <w:r>
                    <w:rPr>
                      <w:b/>
                      <w:bCs/>
                      <w:sz w:val="22"/>
                      <w:szCs w:val="22"/>
                      <w:lang w:eastAsia="en-US" w:bidi="pl-PL"/>
                    </w:rPr>
                    <w:t>2</w:t>
                  </w:r>
                  <w:r w:rsidRPr="00E247F2">
                    <w:rPr>
                      <w:b/>
                      <w:bCs/>
                      <w:sz w:val="22"/>
                      <w:szCs w:val="22"/>
                      <w:lang w:eastAsia="en-US" w:bidi="pl-PL"/>
                    </w:rPr>
                    <w:t>:</w:t>
                  </w:r>
                </w:p>
                <w:p w14:paraId="31BD8ECD" w14:textId="40BD4BD3" w:rsidR="00E247F2" w:rsidRDefault="00E247F2" w:rsidP="00E247F2">
                  <w:pPr>
                    <w:pStyle w:val="Tekstpodstawowywcity3"/>
                    <w:ind w:left="0"/>
                    <w:jc w:val="both"/>
                    <w:rPr>
                      <w:bCs/>
                      <w:sz w:val="22"/>
                      <w:szCs w:val="22"/>
                    </w:rPr>
                  </w:pPr>
                  <w:r w:rsidRPr="00E771C1">
                    <w:rPr>
                      <w:bCs/>
                      <w:i/>
                      <w:sz w:val="22"/>
                      <w:szCs w:val="22"/>
                    </w:rPr>
                    <w:t xml:space="preserve">warunek zostanie spełniony, jeżeli wykonawca wykaże się  należytym wykonaniem w ciągu ostatnich trzech lat  przed dniem składania ofert, a jeżeli okres prowadzenia działalności jest krótszy – w tym okresie, co najmniej </w:t>
                  </w:r>
                  <w:r>
                    <w:rPr>
                      <w:bCs/>
                      <w:i/>
                      <w:sz w:val="22"/>
                      <w:szCs w:val="22"/>
                    </w:rPr>
                    <w:t>dwóch</w:t>
                  </w:r>
                  <w:r w:rsidRPr="00E771C1">
                    <w:rPr>
                      <w:bCs/>
                      <w:i/>
                      <w:sz w:val="22"/>
                      <w:szCs w:val="22"/>
                    </w:rPr>
                    <w:t xml:space="preserve"> dostaw </w:t>
                  </w:r>
                  <w:r w:rsidRPr="00E771C1">
                    <w:rPr>
                      <w:b/>
                      <w:bCs/>
                      <w:i/>
                      <w:sz w:val="22"/>
                      <w:szCs w:val="22"/>
                    </w:rPr>
                    <w:t xml:space="preserve">urządzeń do badania integralności filtrów </w:t>
                  </w:r>
                  <w:r w:rsidRPr="00E771C1">
                    <w:rPr>
                      <w:bCs/>
                      <w:i/>
                      <w:sz w:val="22"/>
                      <w:szCs w:val="22"/>
                    </w:rPr>
                    <w:t xml:space="preserve">o wartości minimum </w:t>
                  </w:r>
                  <w:r>
                    <w:rPr>
                      <w:b/>
                      <w:bCs/>
                      <w:i/>
                      <w:sz w:val="22"/>
                      <w:szCs w:val="22"/>
                    </w:rPr>
                    <w:t>70</w:t>
                  </w:r>
                  <w:r w:rsidRPr="00E771C1">
                    <w:rPr>
                      <w:b/>
                      <w:bCs/>
                      <w:i/>
                      <w:sz w:val="22"/>
                      <w:szCs w:val="22"/>
                    </w:rPr>
                    <w:t> 000,00 zł</w:t>
                  </w:r>
                  <w:r w:rsidRPr="00E771C1">
                    <w:rPr>
                      <w:bCs/>
                      <w:i/>
                      <w:sz w:val="22"/>
                      <w:szCs w:val="22"/>
                    </w:rPr>
                    <w:t xml:space="preserve"> brutto każda</w:t>
                  </w:r>
                  <w:r w:rsidRPr="00E771C1">
                    <w:rPr>
                      <w:bCs/>
                      <w:sz w:val="22"/>
                      <w:szCs w:val="22"/>
                    </w:rPr>
                    <w:t>.</w:t>
                  </w:r>
                </w:p>
                <w:p w14:paraId="0379238F" w14:textId="56FF397A" w:rsidR="00E247F2" w:rsidRPr="00E247F2" w:rsidRDefault="00E247F2" w:rsidP="00E247F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E247F2">
                    <w:rPr>
                      <w:b/>
                      <w:bCs/>
                      <w:sz w:val="22"/>
                      <w:szCs w:val="22"/>
                    </w:rPr>
                    <w:t xml:space="preserve">Wykonawca składający ofertę na więcej niż jedną część musi się wykazać spełnieniem warunku oddzielnie dla każdej części. </w:t>
                  </w:r>
                </w:p>
                <w:p w14:paraId="58B66339" w14:textId="77777777" w:rsidR="00E771C1" w:rsidRPr="00E771C1" w:rsidRDefault="00E771C1" w:rsidP="00E771C1">
                  <w:pPr>
                    <w:widowControl w:val="0"/>
                    <w:tabs>
                      <w:tab w:val="left" w:pos="0"/>
                    </w:tabs>
                    <w:spacing w:after="100" w:line="264" w:lineRule="auto"/>
                    <w:jc w:val="both"/>
                    <w:rPr>
                      <w:b/>
                      <w:sz w:val="22"/>
                      <w:szCs w:val="22"/>
                      <w:lang w:eastAsia="en-US" w:bidi="pl-PL"/>
                    </w:rPr>
                  </w:pPr>
                </w:p>
              </w:tc>
            </w:tr>
          </w:tbl>
          <w:p w14:paraId="3232FE54" w14:textId="4FA7BA8C" w:rsid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14:paraId="0C215A17" w14:textId="43838BD8"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14:paraId="7689E7B7" w14:textId="77777777"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14:paraId="238B3CA3" w14:textId="77777777" w:rsid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 xml:space="preserve">…………….……. (miejscowość), dnia ………….……. r. </w:t>
            </w:r>
          </w:p>
          <w:p w14:paraId="2FA1F515" w14:textId="77777777"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14:paraId="7344057C" w14:textId="77777777"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  <w:t>…………………………………………</w:t>
            </w:r>
          </w:p>
          <w:p w14:paraId="1393649B" w14:textId="77777777"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</w:t>
            </w:r>
            <w:r w:rsidRPr="00B135E0">
              <w:rPr>
                <w:sz w:val="22"/>
                <w:szCs w:val="22"/>
              </w:rPr>
              <w:t>(podpis)</w:t>
            </w:r>
          </w:p>
          <w:p w14:paraId="188739D8" w14:textId="77777777" w:rsidR="00B135E0" w:rsidRPr="00E17A2C" w:rsidRDefault="00B135E0" w:rsidP="00E17A2C">
            <w:pPr>
              <w:tabs>
                <w:tab w:val="left" w:pos="459"/>
              </w:tabs>
              <w:spacing w:after="40"/>
              <w:rPr>
                <w:sz w:val="22"/>
                <w:szCs w:val="22"/>
              </w:rPr>
            </w:pPr>
          </w:p>
          <w:p w14:paraId="16C2DB67" w14:textId="77777777" w:rsidR="00B135E0" w:rsidRPr="00A56EC7" w:rsidRDefault="00B135E0" w:rsidP="00A56EC7">
            <w:pPr>
              <w:pStyle w:val="Akapitzlist"/>
              <w:tabs>
                <w:tab w:val="left" w:pos="459"/>
              </w:tabs>
              <w:spacing w:after="40"/>
              <w:ind w:left="459"/>
              <w:jc w:val="both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 xml:space="preserve">Oświadczam, że wszystkie informacje podane w powyższych oświadczeniach są aktualne </w:t>
            </w:r>
            <w:r w:rsidRPr="00A56EC7">
              <w:rPr>
                <w:sz w:val="22"/>
                <w:szCs w:val="22"/>
              </w:rPr>
              <w:t>i zgodne z prawdą oraz zostały przedstawione z pełną świadomością konsekwencji wprowadzenia Zamawiającego w błąd przy przedstawianiu informacji.</w:t>
            </w:r>
          </w:p>
          <w:p w14:paraId="4C67C048" w14:textId="77777777"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14:paraId="43485708" w14:textId="77777777" w:rsid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 xml:space="preserve">…………….……. (miejscowość), dnia ………….……. r. </w:t>
            </w:r>
          </w:p>
          <w:p w14:paraId="493FB5AF" w14:textId="77777777"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  <w:t>…………………………………………</w:t>
            </w:r>
          </w:p>
          <w:p w14:paraId="2C29C401" w14:textId="77777777" w:rsid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</w:t>
            </w:r>
            <w:r w:rsidRPr="00B135E0">
              <w:rPr>
                <w:sz w:val="22"/>
                <w:szCs w:val="22"/>
              </w:rPr>
              <w:t>(podpis)</w:t>
            </w:r>
          </w:p>
          <w:p w14:paraId="59513480" w14:textId="77777777" w:rsid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14:paraId="1B58000C" w14:textId="77777777" w:rsidR="00B135E0" w:rsidRPr="00215F16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</w:tc>
      </w:tr>
      <w:tr w:rsidR="00361FFA" w:rsidRPr="00BD3592" w14:paraId="22F5DA56" w14:textId="77777777" w:rsidTr="00DA00DE">
        <w:trPr>
          <w:trHeight w:val="4005"/>
        </w:trPr>
        <w:tc>
          <w:tcPr>
            <w:tcW w:w="9810" w:type="dxa"/>
            <w:vAlign w:val="bottom"/>
          </w:tcPr>
          <w:p w14:paraId="0999216E" w14:textId="77777777" w:rsidR="00533E3A" w:rsidRPr="00BD3592" w:rsidRDefault="00533E3A" w:rsidP="00F61500">
            <w:pPr>
              <w:spacing w:after="40"/>
              <w:jc w:val="center"/>
              <w:rPr>
                <w:sz w:val="22"/>
                <w:szCs w:val="22"/>
              </w:rPr>
            </w:pPr>
          </w:p>
          <w:p w14:paraId="52A436A0" w14:textId="77777777" w:rsidR="0042483A" w:rsidRPr="00A56EC7" w:rsidRDefault="0042483A" w:rsidP="0042483A">
            <w:pPr>
              <w:spacing w:after="40"/>
              <w:jc w:val="center"/>
              <w:rPr>
                <w:b/>
                <w:i/>
                <w:u w:val="single"/>
              </w:rPr>
            </w:pPr>
            <w:r w:rsidRPr="00A56EC7">
              <w:rPr>
                <w:b/>
                <w:i/>
                <w:sz w:val="22"/>
                <w:szCs w:val="22"/>
                <w:u w:val="single"/>
              </w:rPr>
              <w:t xml:space="preserve">Oświadczenie dotyczące podwykonawców </w:t>
            </w:r>
          </w:p>
          <w:p w14:paraId="00D084C6" w14:textId="77777777" w:rsidR="0042483A" w:rsidRPr="00A56EC7" w:rsidRDefault="0042483A" w:rsidP="0042483A">
            <w:pPr>
              <w:spacing w:after="40"/>
              <w:jc w:val="center"/>
            </w:pPr>
          </w:p>
          <w:p w14:paraId="5A8261F1" w14:textId="40B8F584" w:rsidR="0042483A" w:rsidRPr="00A56EC7" w:rsidRDefault="0042483A" w:rsidP="0042483A">
            <w:pPr>
              <w:spacing w:after="40"/>
              <w:jc w:val="both"/>
              <w:rPr>
                <w:b/>
                <w:i/>
              </w:rPr>
            </w:pPr>
            <w:r w:rsidRPr="00A56EC7">
              <w:rPr>
                <w:b/>
                <w:i/>
                <w:sz w:val="22"/>
                <w:szCs w:val="22"/>
              </w:rPr>
              <w:t>Oświadczam, że w stosunku do następującego/</w:t>
            </w:r>
            <w:r w:rsidR="00E771C1">
              <w:rPr>
                <w:b/>
                <w:i/>
                <w:sz w:val="22"/>
                <w:szCs w:val="22"/>
              </w:rPr>
              <w:t>-</w:t>
            </w:r>
            <w:proofErr w:type="spellStart"/>
            <w:r w:rsidRPr="00A56EC7">
              <w:rPr>
                <w:b/>
                <w:i/>
                <w:sz w:val="22"/>
                <w:szCs w:val="22"/>
              </w:rPr>
              <w:t>ych</w:t>
            </w:r>
            <w:proofErr w:type="spellEnd"/>
            <w:r w:rsidRPr="00A56EC7">
              <w:rPr>
                <w:b/>
                <w:i/>
                <w:sz w:val="22"/>
                <w:szCs w:val="22"/>
              </w:rPr>
              <w:t xml:space="preserve"> podmiotu/</w:t>
            </w:r>
            <w:r w:rsidR="00E771C1">
              <w:rPr>
                <w:b/>
                <w:i/>
                <w:sz w:val="22"/>
                <w:szCs w:val="22"/>
              </w:rPr>
              <w:t>-</w:t>
            </w:r>
            <w:proofErr w:type="spellStart"/>
            <w:r w:rsidRPr="00A56EC7">
              <w:rPr>
                <w:b/>
                <w:i/>
                <w:sz w:val="22"/>
                <w:szCs w:val="22"/>
              </w:rPr>
              <w:t>tów</w:t>
            </w:r>
            <w:proofErr w:type="spellEnd"/>
            <w:r w:rsidRPr="00A56EC7">
              <w:rPr>
                <w:b/>
                <w:i/>
                <w:sz w:val="22"/>
                <w:szCs w:val="22"/>
              </w:rPr>
              <w:t>, będącego/</w:t>
            </w:r>
            <w:r w:rsidR="00E771C1">
              <w:rPr>
                <w:b/>
                <w:i/>
                <w:sz w:val="22"/>
                <w:szCs w:val="22"/>
              </w:rPr>
              <w:t>-</w:t>
            </w:r>
            <w:proofErr w:type="spellStart"/>
            <w:r w:rsidRPr="00A56EC7">
              <w:rPr>
                <w:b/>
                <w:i/>
                <w:sz w:val="22"/>
                <w:szCs w:val="22"/>
              </w:rPr>
              <w:t>ych</w:t>
            </w:r>
            <w:proofErr w:type="spellEnd"/>
            <w:r w:rsidRPr="00A56EC7">
              <w:rPr>
                <w:b/>
                <w:i/>
                <w:sz w:val="22"/>
                <w:szCs w:val="22"/>
              </w:rPr>
              <w:t xml:space="preserve"> moim/</w:t>
            </w:r>
            <w:r w:rsidR="00E771C1">
              <w:rPr>
                <w:b/>
                <w:i/>
                <w:sz w:val="22"/>
                <w:szCs w:val="22"/>
              </w:rPr>
              <w:t>-</w:t>
            </w:r>
            <w:r w:rsidRPr="00A56EC7">
              <w:rPr>
                <w:b/>
                <w:i/>
                <w:sz w:val="22"/>
                <w:szCs w:val="22"/>
              </w:rPr>
              <w:t>i podwykonawcą/</w:t>
            </w:r>
            <w:r w:rsidR="00E771C1">
              <w:rPr>
                <w:b/>
                <w:i/>
                <w:sz w:val="22"/>
                <w:szCs w:val="22"/>
              </w:rPr>
              <w:t>-</w:t>
            </w:r>
            <w:proofErr w:type="spellStart"/>
            <w:r w:rsidRPr="00A56EC7">
              <w:rPr>
                <w:b/>
                <w:i/>
                <w:sz w:val="22"/>
                <w:szCs w:val="22"/>
              </w:rPr>
              <w:t>ami</w:t>
            </w:r>
            <w:proofErr w:type="spellEnd"/>
            <w:r w:rsidRPr="00A56EC7">
              <w:rPr>
                <w:b/>
                <w:i/>
                <w:sz w:val="22"/>
                <w:szCs w:val="22"/>
              </w:rPr>
              <w:t xml:space="preserve">: </w:t>
            </w:r>
          </w:p>
          <w:p w14:paraId="56F4355D" w14:textId="77777777" w:rsidR="0042483A" w:rsidRPr="00A56EC7" w:rsidRDefault="0042483A" w:rsidP="0042483A">
            <w:pPr>
              <w:spacing w:after="40"/>
              <w:jc w:val="both"/>
            </w:pPr>
          </w:p>
          <w:p w14:paraId="71B01BC8" w14:textId="77777777" w:rsidR="0042483A" w:rsidRPr="00A56EC7" w:rsidRDefault="0042483A" w:rsidP="0042483A">
            <w:pPr>
              <w:pStyle w:val="Akapitzlist"/>
              <w:numPr>
                <w:ilvl w:val="0"/>
                <w:numId w:val="7"/>
              </w:numPr>
              <w:spacing w:after="40"/>
              <w:jc w:val="both"/>
            </w:pPr>
            <w:r w:rsidRPr="00A56EC7">
              <w:rPr>
                <w:sz w:val="22"/>
                <w:szCs w:val="22"/>
              </w:rPr>
              <w:t>………………………………………………………….…….……………..…………………………………………………..….……</w:t>
            </w:r>
            <w:r w:rsidR="00A56EC7" w:rsidRPr="00A56EC7">
              <w:rPr>
                <w:sz w:val="22"/>
                <w:szCs w:val="22"/>
              </w:rPr>
              <w:t>………………………………..….……</w:t>
            </w:r>
            <w:r w:rsidR="00A56EC7">
              <w:rPr>
                <w:sz w:val="22"/>
                <w:szCs w:val="22"/>
              </w:rPr>
              <w:t>……………..</w:t>
            </w:r>
          </w:p>
          <w:p w14:paraId="0C26B02F" w14:textId="77777777" w:rsidR="0042483A" w:rsidRPr="00A56EC7" w:rsidRDefault="0042483A" w:rsidP="0042483A">
            <w:pPr>
              <w:pStyle w:val="Akapitzlist"/>
              <w:spacing w:after="40"/>
              <w:ind w:left="720"/>
              <w:jc w:val="both"/>
            </w:pPr>
            <w:r w:rsidRPr="00A56EC7">
              <w:rPr>
                <w:sz w:val="22"/>
                <w:szCs w:val="22"/>
              </w:rPr>
              <w:t xml:space="preserve"> </w:t>
            </w:r>
          </w:p>
          <w:p w14:paraId="4341BD89" w14:textId="77777777" w:rsidR="0042483A" w:rsidRPr="00A56EC7" w:rsidRDefault="0042483A" w:rsidP="0042483A">
            <w:pPr>
              <w:pStyle w:val="Akapitzlist"/>
              <w:numPr>
                <w:ilvl w:val="0"/>
                <w:numId w:val="7"/>
              </w:numPr>
              <w:spacing w:after="40"/>
              <w:jc w:val="both"/>
            </w:pPr>
            <w:r w:rsidRPr="00A56EC7">
              <w:rPr>
                <w:sz w:val="22"/>
                <w:szCs w:val="22"/>
              </w:rPr>
              <w:t>…………………………………………………………….……………………………………………………………………..….……</w:t>
            </w:r>
            <w:r w:rsidR="00A56EC7" w:rsidRPr="00A56EC7">
              <w:rPr>
                <w:sz w:val="22"/>
                <w:szCs w:val="22"/>
              </w:rPr>
              <w:t>………………………………..….……</w:t>
            </w:r>
            <w:r w:rsidR="00A56EC7">
              <w:rPr>
                <w:sz w:val="22"/>
                <w:szCs w:val="22"/>
              </w:rPr>
              <w:t>………………</w:t>
            </w:r>
            <w:r w:rsidRPr="00A56EC7">
              <w:rPr>
                <w:sz w:val="22"/>
                <w:szCs w:val="22"/>
              </w:rPr>
              <w:t xml:space="preserve"> </w:t>
            </w:r>
          </w:p>
          <w:p w14:paraId="4C110F07" w14:textId="77777777" w:rsidR="0042483A" w:rsidRPr="00A56EC7" w:rsidRDefault="0042483A" w:rsidP="0042483A">
            <w:pPr>
              <w:spacing w:after="40"/>
              <w:ind w:left="360"/>
              <w:jc w:val="center"/>
              <w:rPr>
                <w:i/>
                <w:sz w:val="14"/>
                <w:szCs w:val="14"/>
              </w:rPr>
            </w:pPr>
            <w:r w:rsidRPr="00A56EC7">
              <w:rPr>
                <w:i/>
                <w:sz w:val="14"/>
                <w:szCs w:val="14"/>
              </w:rPr>
              <w:t>(proszę podać pełną nazwę/firmę, adres, a także w zależności od podmiotu: NIP/PESEL, KRS/</w:t>
            </w:r>
            <w:proofErr w:type="spellStart"/>
            <w:r w:rsidRPr="00A56EC7">
              <w:rPr>
                <w:i/>
                <w:sz w:val="14"/>
                <w:szCs w:val="14"/>
              </w:rPr>
              <w:t>CEiDG</w:t>
            </w:r>
            <w:proofErr w:type="spellEnd"/>
            <w:r w:rsidRPr="00A56EC7">
              <w:rPr>
                <w:i/>
                <w:sz w:val="14"/>
                <w:szCs w:val="14"/>
              </w:rPr>
              <w:t>)</w:t>
            </w:r>
          </w:p>
          <w:p w14:paraId="457A6CB7" w14:textId="77777777" w:rsidR="0042483A" w:rsidRPr="00A56EC7" w:rsidRDefault="0042483A" w:rsidP="0042483A">
            <w:pPr>
              <w:spacing w:after="40"/>
              <w:ind w:left="360"/>
              <w:jc w:val="both"/>
              <w:rPr>
                <w:sz w:val="18"/>
                <w:szCs w:val="18"/>
              </w:rPr>
            </w:pPr>
          </w:p>
          <w:p w14:paraId="04A974E9" w14:textId="77777777" w:rsidR="0042483A" w:rsidRPr="00A56EC7" w:rsidRDefault="0042483A" w:rsidP="0042483A">
            <w:pPr>
              <w:pStyle w:val="Akapitzlist"/>
              <w:spacing w:after="40"/>
              <w:ind w:left="720"/>
              <w:jc w:val="both"/>
              <w:rPr>
                <w:b/>
                <w:i/>
              </w:rPr>
            </w:pPr>
            <w:r w:rsidRPr="00A56EC7">
              <w:rPr>
                <w:b/>
                <w:i/>
                <w:sz w:val="22"/>
                <w:szCs w:val="22"/>
              </w:rPr>
              <w:t>nie zachodzą podstawy wykluczenia z postępowania o udzielenie zamówienia.</w:t>
            </w:r>
          </w:p>
          <w:p w14:paraId="4E86C30E" w14:textId="77777777" w:rsidR="00361FFA" w:rsidRPr="00BD3592" w:rsidRDefault="00361FFA" w:rsidP="00F61500">
            <w:pPr>
              <w:spacing w:after="40"/>
              <w:jc w:val="both"/>
              <w:rPr>
                <w:color w:val="008000"/>
                <w:sz w:val="22"/>
                <w:szCs w:val="22"/>
              </w:rPr>
            </w:pPr>
          </w:p>
        </w:tc>
      </w:tr>
    </w:tbl>
    <w:p w14:paraId="7C599BF3" w14:textId="77777777" w:rsidR="00361FFA" w:rsidRPr="00CA12F8" w:rsidRDefault="00361FFA" w:rsidP="00361FFA">
      <w:pPr>
        <w:tabs>
          <w:tab w:val="left" w:pos="5760"/>
        </w:tabs>
        <w:spacing w:after="40"/>
        <w:jc w:val="both"/>
        <w:rPr>
          <w:rFonts w:ascii="Calibri" w:hAnsi="Calibri" w:cs="Segoe UI"/>
          <w:color w:val="008000"/>
          <w:sz w:val="22"/>
          <w:szCs w:val="22"/>
        </w:rPr>
      </w:pPr>
      <w:r w:rsidRPr="00CA12F8">
        <w:rPr>
          <w:rFonts w:ascii="Calibri" w:hAnsi="Calibri" w:cs="Segoe UI"/>
          <w:color w:val="008000"/>
          <w:sz w:val="22"/>
          <w:szCs w:val="22"/>
        </w:rPr>
        <w:tab/>
      </w:r>
    </w:p>
    <w:sectPr w:rsidR="00361FFA" w:rsidRPr="00CA12F8" w:rsidSect="00E111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849" w:bottom="1417" w:left="85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08A913" w14:textId="77777777" w:rsidR="009F29E1" w:rsidRDefault="009F29E1" w:rsidP="00D9363A">
      <w:r>
        <w:separator/>
      </w:r>
    </w:p>
  </w:endnote>
  <w:endnote w:type="continuationSeparator" w:id="0">
    <w:p w14:paraId="3011DCC3" w14:textId="77777777" w:rsidR="009F29E1" w:rsidRDefault="009F29E1" w:rsidP="00D93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36E06" w14:textId="77777777" w:rsidR="002E14CD" w:rsidRDefault="002E14C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7935716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E45DD12" w14:textId="77777777" w:rsidR="00D9363A" w:rsidRDefault="00D9363A">
            <w:pPr>
              <w:pStyle w:val="Stopka"/>
              <w:jc w:val="right"/>
            </w:pP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081A21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081A21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493EB948" w14:textId="77777777" w:rsidR="00E11130" w:rsidRDefault="00E11130" w:rsidP="00E11130">
    <w:pPr>
      <w:rPr>
        <w:rFonts w:eastAsia="Trebuchet MS"/>
      </w:rPr>
    </w:pPr>
  </w:p>
  <w:p w14:paraId="0656CC69" w14:textId="77777777" w:rsidR="00D9363A" w:rsidRDefault="00D9363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CB9E3" w14:textId="77777777" w:rsidR="002E14CD" w:rsidRDefault="002E14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9DC3E2" w14:textId="77777777" w:rsidR="009F29E1" w:rsidRDefault="009F29E1" w:rsidP="00D9363A">
      <w:r>
        <w:separator/>
      </w:r>
    </w:p>
  </w:footnote>
  <w:footnote w:type="continuationSeparator" w:id="0">
    <w:p w14:paraId="4EA3F427" w14:textId="77777777" w:rsidR="009F29E1" w:rsidRDefault="009F29E1" w:rsidP="00D936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38AC0" w14:textId="77777777" w:rsidR="002E14CD" w:rsidRDefault="002E14C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54911" w14:textId="77777777" w:rsidR="00C97D6C" w:rsidRDefault="00C97D6C" w:rsidP="00C97D6C">
    <w:pPr>
      <w:pStyle w:val="Teksttreci0"/>
      <w:shd w:val="clear" w:color="auto" w:fill="auto"/>
      <w:spacing w:after="0" w:line="240" w:lineRule="auto"/>
      <w:ind w:right="1096"/>
      <w:jc w:val="center"/>
      <w:rPr>
        <w:rFonts w:ascii="Times New Roman" w:hAnsi="Times New Roman" w:cs="Times New Roman"/>
        <w:sz w:val="24"/>
        <w:szCs w:val="24"/>
      </w:rPr>
    </w:pPr>
  </w:p>
  <w:p w14:paraId="0790B5F8" w14:textId="77777777" w:rsidR="00C97D6C" w:rsidRDefault="00C97D6C" w:rsidP="00C97D6C">
    <w:pPr>
      <w:pStyle w:val="Nagwek"/>
      <w:tabs>
        <w:tab w:val="right" w:pos="10772"/>
      </w:tabs>
      <w:ind w:right="-567"/>
    </w:pPr>
  </w:p>
  <w:p w14:paraId="55A1A5B0" w14:textId="77777777" w:rsidR="00C97D6C" w:rsidRDefault="00C97D6C" w:rsidP="00C97D6C">
    <w:pPr>
      <w:rPr>
        <w:rFonts w:eastAsia="Calibri"/>
        <w:b/>
        <w:lang w:eastAsia="en-US"/>
      </w:rPr>
    </w:pPr>
  </w:p>
  <w:p w14:paraId="355E2C6D" w14:textId="77777777" w:rsidR="00C97D6C" w:rsidRDefault="00C97D6C" w:rsidP="00C97D6C">
    <w:pPr>
      <w:rPr>
        <w:rFonts w:eastAsia="Calibri"/>
        <w:b/>
        <w:lang w:eastAsia="en-US"/>
      </w:rPr>
    </w:pPr>
  </w:p>
  <w:p w14:paraId="78DB231E" w14:textId="77777777" w:rsidR="00C97D6C" w:rsidRPr="00C97D6C" w:rsidRDefault="00C97D6C" w:rsidP="00C97D6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4B274" w14:textId="77777777" w:rsidR="002E14CD" w:rsidRDefault="002E14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F6B54"/>
    <w:multiLevelType w:val="hybridMultilevel"/>
    <w:tmpl w:val="A7A62E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50F2F"/>
    <w:multiLevelType w:val="hybridMultilevel"/>
    <w:tmpl w:val="32B0DEC4"/>
    <w:lvl w:ilvl="0" w:tplc="8D128FA2">
      <w:start w:val="1"/>
      <w:numFmt w:val="decimal"/>
      <w:lvlText w:val="%1."/>
      <w:lvlJc w:val="left"/>
      <w:pPr>
        <w:ind w:left="89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" w15:restartNumberingAfterBreak="0">
    <w:nsid w:val="22DB713B"/>
    <w:multiLevelType w:val="hybridMultilevel"/>
    <w:tmpl w:val="E2CC4170"/>
    <w:lvl w:ilvl="0" w:tplc="BF6C0DB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F253E3"/>
    <w:multiLevelType w:val="hybridMultilevel"/>
    <w:tmpl w:val="7EE0F9FA"/>
    <w:lvl w:ilvl="0" w:tplc="9FE0EA16">
      <w:start w:val="14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C6857"/>
    <w:multiLevelType w:val="hybridMultilevel"/>
    <w:tmpl w:val="DF1CB612"/>
    <w:lvl w:ilvl="0" w:tplc="786C40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68C98DA">
      <w:start w:val="4"/>
      <w:numFmt w:val="decimal"/>
      <w:lvlText w:val="%4."/>
      <w:lvlJc w:val="left"/>
      <w:pPr>
        <w:ind w:left="720" w:hanging="360"/>
      </w:pPr>
      <w:rPr>
        <w:rFonts w:hint="default"/>
        <w:b w:val="0"/>
      </w:r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F76C84"/>
    <w:multiLevelType w:val="hybridMultilevel"/>
    <w:tmpl w:val="9DFAFF3A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6F30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30C"/>
    <w:rsid w:val="000546E4"/>
    <w:rsid w:val="00081A21"/>
    <w:rsid w:val="000C4A38"/>
    <w:rsid w:val="000D52E6"/>
    <w:rsid w:val="00130EDB"/>
    <w:rsid w:val="00147153"/>
    <w:rsid w:val="0016618E"/>
    <w:rsid w:val="00170BD1"/>
    <w:rsid w:val="00193219"/>
    <w:rsid w:val="00206E4A"/>
    <w:rsid w:val="00212C78"/>
    <w:rsid w:val="00215F16"/>
    <w:rsid w:val="0021697F"/>
    <w:rsid w:val="002274BB"/>
    <w:rsid w:val="002A22CE"/>
    <w:rsid w:val="002E0557"/>
    <w:rsid w:val="002E14CD"/>
    <w:rsid w:val="00361FFA"/>
    <w:rsid w:val="00394C39"/>
    <w:rsid w:val="003A4FB7"/>
    <w:rsid w:val="0042483A"/>
    <w:rsid w:val="0044760F"/>
    <w:rsid w:val="00485859"/>
    <w:rsid w:val="004B6B16"/>
    <w:rsid w:val="004E7ADA"/>
    <w:rsid w:val="005071C8"/>
    <w:rsid w:val="0052465E"/>
    <w:rsid w:val="00533E3A"/>
    <w:rsid w:val="00536CFF"/>
    <w:rsid w:val="005525E5"/>
    <w:rsid w:val="005771CD"/>
    <w:rsid w:val="00583389"/>
    <w:rsid w:val="005D7B15"/>
    <w:rsid w:val="005E2257"/>
    <w:rsid w:val="006007CD"/>
    <w:rsid w:val="007365AE"/>
    <w:rsid w:val="007527E1"/>
    <w:rsid w:val="00765210"/>
    <w:rsid w:val="00765DB9"/>
    <w:rsid w:val="00782518"/>
    <w:rsid w:val="00790F1F"/>
    <w:rsid w:val="007C746F"/>
    <w:rsid w:val="007E7D53"/>
    <w:rsid w:val="007F75D5"/>
    <w:rsid w:val="00801D96"/>
    <w:rsid w:val="00855496"/>
    <w:rsid w:val="0089403D"/>
    <w:rsid w:val="008E1440"/>
    <w:rsid w:val="008F260F"/>
    <w:rsid w:val="00971554"/>
    <w:rsid w:val="009D544C"/>
    <w:rsid w:val="009D66AF"/>
    <w:rsid w:val="009D7CA8"/>
    <w:rsid w:val="009F29E1"/>
    <w:rsid w:val="009F4125"/>
    <w:rsid w:val="009F6989"/>
    <w:rsid w:val="00A11787"/>
    <w:rsid w:val="00A14256"/>
    <w:rsid w:val="00A30D9D"/>
    <w:rsid w:val="00A35F1C"/>
    <w:rsid w:val="00A41AB7"/>
    <w:rsid w:val="00A5089C"/>
    <w:rsid w:val="00A521FA"/>
    <w:rsid w:val="00A56EC7"/>
    <w:rsid w:val="00A82B96"/>
    <w:rsid w:val="00A84A01"/>
    <w:rsid w:val="00AB58A1"/>
    <w:rsid w:val="00AB623D"/>
    <w:rsid w:val="00AE49D3"/>
    <w:rsid w:val="00AF353A"/>
    <w:rsid w:val="00B135E0"/>
    <w:rsid w:val="00B16F8E"/>
    <w:rsid w:val="00B75986"/>
    <w:rsid w:val="00BA1E51"/>
    <w:rsid w:val="00BD3592"/>
    <w:rsid w:val="00C03CD2"/>
    <w:rsid w:val="00C46205"/>
    <w:rsid w:val="00C80B4D"/>
    <w:rsid w:val="00C87430"/>
    <w:rsid w:val="00C97D6C"/>
    <w:rsid w:val="00CA12F8"/>
    <w:rsid w:val="00CB0CEE"/>
    <w:rsid w:val="00CB64B7"/>
    <w:rsid w:val="00CD662D"/>
    <w:rsid w:val="00D04F51"/>
    <w:rsid w:val="00D9363A"/>
    <w:rsid w:val="00D95F96"/>
    <w:rsid w:val="00DA00DE"/>
    <w:rsid w:val="00DA7B8F"/>
    <w:rsid w:val="00DB0E88"/>
    <w:rsid w:val="00E11130"/>
    <w:rsid w:val="00E12151"/>
    <w:rsid w:val="00E17A2C"/>
    <w:rsid w:val="00E247F2"/>
    <w:rsid w:val="00E45F42"/>
    <w:rsid w:val="00E50150"/>
    <w:rsid w:val="00E64DCA"/>
    <w:rsid w:val="00E771C1"/>
    <w:rsid w:val="00E918B3"/>
    <w:rsid w:val="00ED761C"/>
    <w:rsid w:val="00EF030C"/>
    <w:rsid w:val="00F879C6"/>
    <w:rsid w:val="00FB5AC0"/>
    <w:rsid w:val="00FC150E"/>
    <w:rsid w:val="00FD2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80350DA"/>
  <w15:docId w15:val="{8C3A182A-8918-4110-B726-1A5D102B5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1F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361FF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361FF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styleId="Hipercze">
    <w:name w:val="Hyperlink"/>
    <w:rsid w:val="00361FFA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61FFA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61FFA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61FFA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30D9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0D9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936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36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36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36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5771CD"/>
    <w:pPr>
      <w:snapToGrid w:val="0"/>
      <w:spacing w:line="360" w:lineRule="auto"/>
    </w:pPr>
    <w:rPr>
      <w:rFonts w:ascii="Arial" w:hAnsi="Arial"/>
      <w:sz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5771CD"/>
    <w:rPr>
      <w:rFonts w:ascii="Arial" w:eastAsia="Times New Roman" w:hAnsi="Arial" w:cs="Times New Roman"/>
      <w:sz w:val="20"/>
      <w:szCs w:val="24"/>
      <w:lang w:val="x-none" w:eastAsia="x-none"/>
    </w:rPr>
  </w:style>
  <w:style w:type="character" w:customStyle="1" w:styleId="Teksttreci">
    <w:name w:val="Tekst treści_"/>
    <w:basedOn w:val="Domylnaczcionkaakapitu"/>
    <w:link w:val="Teksttreci0"/>
    <w:rsid w:val="00C97D6C"/>
    <w:rPr>
      <w:rFonts w:ascii="Trebuchet MS" w:eastAsia="Trebuchet MS" w:hAnsi="Trebuchet MS" w:cs="Trebuchet MS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97D6C"/>
    <w:pPr>
      <w:widowControl w:val="0"/>
      <w:shd w:val="clear" w:color="auto" w:fill="FFFFFF"/>
      <w:spacing w:after="100" w:line="262" w:lineRule="auto"/>
    </w:pPr>
    <w:rPr>
      <w:rFonts w:ascii="Trebuchet MS" w:eastAsia="Trebuchet MS" w:hAnsi="Trebuchet MS" w:cs="Trebuchet MS"/>
      <w:sz w:val="22"/>
      <w:szCs w:val="22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E771C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E771C1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9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E27620-C202-4C72-A159-6DBEABBA4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3</Pages>
  <Words>618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POLATOM</Company>
  <LinksUpToDate>false</LinksUpToDate>
  <CharactersWithSpaces>4324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Elzbieta Domaradzka</dc:creator>
  <cp:lastModifiedBy>Magdalena Popińska</cp:lastModifiedBy>
  <cp:revision>50</cp:revision>
  <cp:lastPrinted>2018-04-03T11:08:00Z</cp:lastPrinted>
  <dcterms:created xsi:type="dcterms:W3CDTF">2020-03-31T10:36:00Z</dcterms:created>
  <dcterms:modified xsi:type="dcterms:W3CDTF">2025-04-04T10:22:00Z</dcterms:modified>
</cp:coreProperties>
</file>